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0"/>
        <w:tblW w:w="5416" w:type="dxa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C737D4" w:rsidRPr="005F3F6A" w14:paraId="4FAEBB65" w14:textId="77777777" w:rsidTr="008C5B30">
        <w:tc>
          <w:tcPr>
            <w:tcW w:w="5416" w:type="dxa"/>
          </w:tcPr>
          <w:p w14:paraId="5A837972" w14:textId="77777777" w:rsidR="00C737D4" w:rsidRPr="005F3F6A" w:rsidRDefault="00C737D4" w:rsidP="008C5B30">
            <w:pPr>
              <w:ind w:left="34"/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Начальнику управления имущественных и земельных отношений Липецкой области</w:t>
            </w:r>
          </w:p>
          <w:p w14:paraId="00D6E8D4" w14:textId="77777777" w:rsidR="00C737D4" w:rsidRPr="002E27C8" w:rsidRDefault="00C737D4" w:rsidP="008C5B30">
            <w:pPr>
              <w:widowControl w:val="0"/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C737D4" w:rsidRPr="005F3F6A" w14:paraId="1C45ECA3" w14:textId="77777777" w:rsidTr="008C5B30">
        <w:tc>
          <w:tcPr>
            <w:tcW w:w="5416" w:type="dxa"/>
          </w:tcPr>
          <w:p w14:paraId="7D57FC3D" w14:textId="77777777" w:rsidR="00C737D4" w:rsidRPr="005F3F6A" w:rsidRDefault="00C737D4" w:rsidP="008C5B30">
            <w:pPr>
              <w:tabs>
                <w:tab w:val="left" w:leader="underscore" w:pos="5266"/>
              </w:tabs>
              <w:contextualSpacing/>
              <w:jc w:val="center"/>
            </w:pPr>
            <w:r w:rsidRPr="005F3F6A">
              <w:t>фамилия, инициалы</w:t>
            </w:r>
          </w:p>
          <w:p w14:paraId="3374A0B4" w14:textId="77777777" w:rsidR="00C737D4" w:rsidRPr="002E27C8" w:rsidRDefault="00C737D4" w:rsidP="008C5B30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C737D4" w:rsidRPr="005F3F6A" w14:paraId="24F681E9" w14:textId="77777777" w:rsidTr="008C5B30">
        <w:tc>
          <w:tcPr>
            <w:tcW w:w="5416" w:type="dxa"/>
          </w:tcPr>
          <w:p w14:paraId="4193FB7D" w14:textId="77777777" w:rsidR="00C737D4" w:rsidRPr="005F3F6A" w:rsidRDefault="00C737D4" w:rsidP="008C5B30">
            <w:pPr>
              <w:tabs>
                <w:tab w:val="left" w:pos="6096"/>
              </w:tabs>
              <w:jc w:val="center"/>
            </w:pPr>
            <w:r w:rsidRPr="005F3F6A">
              <w:t>фамилия, имя, отчество (при наличии)</w:t>
            </w:r>
          </w:p>
          <w:p w14:paraId="6523AED1" w14:textId="77777777" w:rsidR="00C737D4" w:rsidRPr="002E27C8" w:rsidRDefault="00C737D4" w:rsidP="008C5B30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C737D4" w:rsidRPr="005F3F6A" w14:paraId="52B076DC" w14:textId="77777777" w:rsidTr="008C5B30">
        <w:tc>
          <w:tcPr>
            <w:tcW w:w="5416" w:type="dxa"/>
          </w:tcPr>
          <w:p w14:paraId="1FE29665" w14:textId="77777777" w:rsidR="00C737D4" w:rsidRPr="002E27C8" w:rsidRDefault="00C737D4" w:rsidP="008C5B30">
            <w:pPr>
              <w:tabs>
                <w:tab w:val="left" w:pos="6096"/>
              </w:tabs>
              <w:jc w:val="center"/>
              <w:rPr>
                <w:sz w:val="24"/>
                <w:szCs w:val="24"/>
              </w:rPr>
            </w:pPr>
          </w:p>
        </w:tc>
      </w:tr>
      <w:tr w:rsidR="00C737D4" w:rsidRPr="005F3F6A" w14:paraId="0FD68653" w14:textId="77777777" w:rsidTr="008C5B30">
        <w:tc>
          <w:tcPr>
            <w:tcW w:w="5416" w:type="dxa"/>
          </w:tcPr>
          <w:p w14:paraId="56CCAB6A" w14:textId="77777777" w:rsidR="00C737D4" w:rsidRPr="005F3F6A" w:rsidRDefault="00C737D4" w:rsidP="008C5B30">
            <w:pPr>
              <w:jc w:val="center"/>
            </w:pPr>
            <w:r w:rsidRPr="005F3F6A">
              <w:t>место жительства</w:t>
            </w:r>
          </w:p>
          <w:p w14:paraId="04D8E504" w14:textId="77777777" w:rsidR="00C737D4" w:rsidRPr="002E27C8" w:rsidRDefault="00C737D4" w:rsidP="008C5B30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C737D4" w:rsidRPr="005F3F6A" w14:paraId="7996767E" w14:textId="77777777" w:rsidTr="008C5B30">
        <w:tc>
          <w:tcPr>
            <w:tcW w:w="5416" w:type="dxa"/>
          </w:tcPr>
          <w:p w14:paraId="33EBD6A6" w14:textId="77777777" w:rsidR="00C737D4" w:rsidRPr="002E27C8" w:rsidRDefault="00C737D4" w:rsidP="008C5B30">
            <w:pPr>
              <w:jc w:val="center"/>
              <w:rPr>
                <w:sz w:val="24"/>
                <w:szCs w:val="24"/>
              </w:rPr>
            </w:pPr>
          </w:p>
        </w:tc>
      </w:tr>
      <w:tr w:rsidR="00C737D4" w:rsidRPr="005F3F6A" w14:paraId="3DEA97DD" w14:textId="77777777" w:rsidTr="008C5B30">
        <w:tc>
          <w:tcPr>
            <w:tcW w:w="5416" w:type="dxa"/>
          </w:tcPr>
          <w:p w14:paraId="1C4CB7F6" w14:textId="77777777" w:rsidR="00C737D4" w:rsidRPr="005F3F6A" w:rsidRDefault="00C737D4" w:rsidP="008C5B30">
            <w:pPr>
              <w:jc w:val="center"/>
            </w:pPr>
            <w:r w:rsidRPr="005F3F6A">
              <w:t>наименование документа, удостоверяющего личность (серия, номер, кем и когда выдан)</w:t>
            </w:r>
          </w:p>
          <w:p w14:paraId="463A1954" w14:textId="77777777" w:rsidR="00C737D4" w:rsidRPr="002E27C8" w:rsidRDefault="00C737D4" w:rsidP="008C5B30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C737D4" w:rsidRPr="005F3F6A" w14:paraId="43409B51" w14:textId="77777777" w:rsidTr="008C5B30">
        <w:tc>
          <w:tcPr>
            <w:tcW w:w="5416" w:type="dxa"/>
          </w:tcPr>
          <w:p w14:paraId="6BD0C5C9" w14:textId="77777777" w:rsidR="00C737D4" w:rsidRPr="002E27C8" w:rsidRDefault="00C737D4" w:rsidP="008C5B30">
            <w:pPr>
              <w:jc w:val="center"/>
              <w:rPr>
                <w:sz w:val="24"/>
                <w:szCs w:val="24"/>
              </w:rPr>
            </w:pPr>
          </w:p>
        </w:tc>
      </w:tr>
      <w:tr w:rsidR="00C737D4" w:rsidRPr="005F3F6A" w14:paraId="02ECCC25" w14:textId="77777777" w:rsidTr="008C5B30">
        <w:trPr>
          <w:trHeight w:val="233"/>
        </w:trPr>
        <w:tc>
          <w:tcPr>
            <w:tcW w:w="5416" w:type="dxa"/>
          </w:tcPr>
          <w:p w14:paraId="20935077" w14:textId="77777777" w:rsidR="00C737D4" w:rsidRPr="005F3F6A" w:rsidRDefault="00C737D4" w:rsidP="008C5B30">
            <w:pPr>
              <w:jc w:val="center"/>
            </w:pPr>
            <w:r w:rsidRPr="005F3F6A">
              <w:t>почтовый адрес и (или) адрес электронной почты</w:t>
            </w:r>
          </w:p>
          <w:p w14:paraId="4E829722" w14:textId="77777777" w:rsidR="00C737D4" w:rsidRPr="002E27C8" w:rsidRDefault="00C737D4" w:rsidP="008C5B30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C737D4" w:rsidRPr="005F3F6A" w14:paraId="79F40AE0" w14:textId="77777777" w:rsidTr="008C5B30">
        <w:trPr>
          <w:trHeight w:val="232"/>
        </w:trPr>
        <w:tc>
          <w:tcPr>
            <w:tcW w:w="5416" w:type="dxa"/>
          </w:tcPr>
          <w:p w14:paraId="51606448" w14:textId="77777777" w:rsidR="00C737D4" w:rsidRPr="005F3F6A" w:rsidRDefault="00C737D4" w:rsidP="002E27C8">
            <w:pPr>
              <w:jc w:val="center"/>
            </w:pPr>
            <w:r w:rsidRPr="005F3F6A">
              <w:t>номер телефона для связи</w:t>
            </w:r>
          </w:p>
        </w:tc>
      </w:tr>
    </w:tbl>
    <w:p w14:paraId="225239B9" w14:textId="5C537FDF" w:rsidR="00C737D4" w:rsidRDefault="00C737D4" w:rsidP="00A50153">
      <w:pPr>
        <w:contextualSpacing/>
        <w:rPr>
          <w:sz w:val="28"/>
          <w:szCs w:val="18"/>
        </w:rPr>
      </w:pPr>
    </w:p>
    <w:p w14:paraId="0A5D775D" w14:textId="77777777" w:rsidR="00CB20F8" w:rsidRPr="00CB20F8" w:rsidRDefault="00CB20F8" w:rsidP="00A50153">
      <w:pPr>
        <w:contextualSpacing/>
        <w:rPr>
          <w:sz w:val="28"/>
          <w:szCs w:val="18"/>
        </w:rPr>
      </w:pPr>
    </w:p>
    <w:p w14:paraId="477D3BE8" w14:textId="77777777" w:rsidR="00C737D4" w:rsidRPr="005F3F6A" w:rsidRDefault="00C737D4" w:rsidP="00A50153">
      <w:pPr>
        <w:contextualSpacing/>
        <w:jc w:val="center"/>
        <w:rPr>
          <w:sz w:val="28"/>
          <w:szCs w:val="28"/>
        </w:rPr>
      </w:pPr>
      <w:r w:rsidRPr="005F3F6A">
        <w:rPr>
          <w:sz w:val="28"/>
          <w:szCs w:val="28"/>
        </w:rPr>
        <w:t>заявление</w:t>
      </w:r>
    </w:p>
    <w:p w14:paraId="2A701AFC" w14:textId="77777777" w:rsidR="00C737D4" w:rsidRPr="00CB20F8" w:rsidRDefault="00C737D4" w:rsidP="00A50153">
      <w:pPr>
        <w:contextualSpacing/>
        <w:rPr>
          <w:sz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979"/>
        <w:gridCol w:w="1390"/>
        <w:gridCol w:w="283"/>
        <w:gridCol w:w="978"/>
        <w:gridCol w:w="1384"/>
        <w:gridCol w:w="1928"/>
        <w:gridCol w:w="2152"/>
        <w:gridCol w:w="10"/>
      </w:tblGrid>
      <w:tr w:rsidR="00C737D4" w:rsidRPr="005F3F6A" w14:paraId="778242FC" w14:textId="77777777" w:rsidTr="00472574">
        <w:tc>
          <w:tcPr>
            <w:tcW w:w="99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9C7F803" w14:textId="77777777" w:rsidR="00C737D4" w:rsidRPr="005F3F6A" w:rsidRDefault="00C737D4" w:rsidP="008C5B30">
            <w:pPr>
              <w:ind w:firstLine="709"/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Прошу предварительно согласовать предоставление земельного участка с</w:t>
            </w:r>
          </w:p>
        </w:tc>
      </w:tr>
      <w:tr w:rsidR="00C737D4" w:rsidRPr="005F3F6A" w14:paraId="0CB61845" w14:textId="77777777" w:rsidTr="00472574">
        <w:tc>
          <w:tcPr>
            <w:tcW w:w="44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50AAB7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кадастровым (условным) номером</w:t>
            </w:r>
          </w:p>
        </w:tc>
        <w:tc>
          <w:tcPr>
            <w:tcW w:w="5474" w:type="dxa"/>
            <w:gridSpan w:val="4"/>
            <w:tcBorders>
              <w:top w:val="nil"/>
              <w:left w:val="nil"/>
              <w:right w:val="nil"/>
            </w:tcBorders>
          </w:tcPr>
          <w:p w14:paraId="40B22159" w14:textId="77777777" w:rsidR="00C737D4" w:rsidRPr="005F3F6A" w:rsidRDefault="00C737D4" w:rsidP="008C5B30">
            <w:pPr>
              <w:jc w:val="right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,</w:t>
            </w:r>
          </w:p>
        </w:tc>
      </w:tr>
      <w:tr w:rsidR="00C737D4" w:rsidRPr="005F3F6A" w14:paraId="1C1F14E4" w14:textId="77777777" w:rsidTr="00472574">
        <w:tc>
          <w:tcPr>
            <w:tcW w:w="58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CDC6BD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расположенного по адресу (местоположение):</w:t>
            </w:r>
          </w:p>
        </w:tc>
        <w:tc>
          <w:tcPr>
            <w:tcW w:w="40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14E18ED" w14:textId="77777777" w:rsidR="00C737D4" w:rsidRPr="005F3F6A" w:rsidRDefault="00C737D4" w:rsidP="008C5B30">
            <w:pPr>
              <w:jc w:val="right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,</w:t>
            </w:r>
          </w:p>
        </w:tc>
      </w:tr>
      <w:tr w:rsidR="00C737D4" w:rsidRPr="005F3F6A" w14:paraId="0C0E4565" w14:textId="77777777" w:rsidTr="00472574"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12BAB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площадью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A52BD7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8FC686" w14:textId="4E89199B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кв.</w:t>
            </w:r>
            <w:r w:rsidR="00E20DDC">
              <w:rPr>
                <w:sz w:val="28"/>
                <w:szCs w:val="28"/>
              </w:rPr>
              <w:t xml:space="preserve"> </w:t>
            </w:r>
            <w:r w:rsidRPr="005F3F6A">
              <w:rPr>
                <w:sz w:val="28"/>
                <w:szCs w:val="28"/>
              </w:rPr>
              <w:t xml:space="preserve">м, </w:t>
            </w:r>
            <w:r w:rsidR="00472574" w:rsidRPr="00472574">
              <w:rPr>
                <w:sz w:val="28"/>
                <w:szCs w:val="28"/>
              </w:rPr>
              <w:t>для использования в целях: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BFE056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</w:p>
        </w:tc>
      </w:tr>
      <w:tr w:rsidR="00C737D4" w:rsidRPr="005F3F6A" w14:paraId="140A4C6A" w14:textId="77777777" w:rsidTr="00472574">
        <w:tc>
          <w:tcPr>
            <w:tcW w:w="99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8FACD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</w:p>
        </w:tc>
      </w:tr>
      <w:tr w:rsidR="00C737D4" w:rsidRPr="005F3F6A" w14:paraId="3BFE6C91" w14:textId="77777777" w:rsidTr="00472574">
        <w:tc>
          <w:tcPr>
            <w:tcW w:w="992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22BFD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на праве:</w:t>
            </w:r>
          </w:p>
        </w:tc>
      </w:tr>
      <w:tr w:rsidR="00C737D4" w:rsidRPr="005F3F6A" w14:paraId="110C62CA" w14:textId="77777777" w:rsidTr="00472574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A97C07B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52" w:type="dxa"/>
            <w:gridSpan w:val="3"/>
            <w:tcBorders>
              <w:top w:val="nil"/>
              <w:bottom w:val="nil"/>
              <w:right w:val="nil"/>
            </w:tcBorders>
          </w:tcPr>
          <w:p w14:paraId="1AC0054E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аренды сроком на</w:t>
            </w:r>
          </w:p>
        </w:tc>
        <w:tc>
          <w:tcPr>
            <w:tcW w:w="64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9833E9" w14:textId="77777777" w:rsidR="00C737D4" w:rsidRPr="005F3F6A" w:rsidRDefault="00C737D4" w:rsidP="008C5B30">
            <w:pPr>
              <w:jc w:val="right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;</w:t>
            </w:r>
          </w:p>
        </w:tc>
      </w:tr>
      <w:tr w:rsidR="00C737D4" w:rsidRPr="005F3F6A" w14:paraId="0145013C" w14:textId="77777777" w:rsidTr="00472574">
        <w:tc>
          <w:tcPr>
            <w:tcW w:w="99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3369D80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  <w:r w:rsidRPr="005F3F6A">
              <w:t>(указать срок аренды)</w:t>
            </w:r>
          </w:p>
        </w:tc>
      </w:tr>
      <w:tr w:rsidR="00C737D4" w:rsidRPr="005F3F6A" w14:paraId="6BB03A2B" w14:textId="77777777" w:rsidTr="00472574">
        <w:tc>
          <w:tcPr>
            <w:tcW w:w="817" w:type="dxa"/>
            <w:tcBorders>
              <w:top w:val="single" w:sz="4" w:space="0" w:color="auto"/>
            </w:tcBorders>
            <w:shd w:val="clear" w:color="auto" w:fill="D9D9D9"/>
          </w:tcPr>
          <w:p w14:paraId="4F4D0415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bottom w:val="nil"/>
              <w:right w:val="nil"/>
            </w:tcBorders>
          </w:tcPr>
          <w:p w14:paraId="58A276B1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собственности;</w:t>
            </w:r>
          </w:p>
        </w:tc>
      </w:tr>
      <w:tr w:rsidR="00C737D4" w:rsidRPr="005F3F6A" w14:paraId="5A0CD76D" w14:textId="77777777" w:rsidTr="00472574"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</w:tcPr>
          <w:p w14:paraId="62B4639A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bottom w:val="nil"/>
              <w:right w:val="nil"/>
            </w:tcBorders>
          </w:tcPr>
          <w:p w14:paraId="3D5DFF02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постоянного (бессрочного) пользования;</w:t>
            </w:r>
          </w:p>
        </w:tc>
      </w:tr>
      <w:tr w:rsidR="00C737D4" w:rsidRPr="005F3F6A" w14:paraId="668F68F1" w14:textId="77777777" w:rsidTr="00472574"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</w:tcPr>
          <w:p w14:paraId="39B1596C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bottom w:val="nil"/>
              <w:right w:val="nil"/>
            </w:tcBorders>
          </w:tcPr>
          <w:p w14:paraId="63C0627E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безвозмездного пользования</w:t>
            </w:r>
          </w:p>
        </w:tc>
      </w:tr>
      <w:tr w:rsidR="00C737D4" w:rsidRPr="005F3F6A" w14:paraId="42AD65EF" w14:textId="77777777" w:rsidTr="00472574">
        <w:tc>
          <w:tcPr>
            <w:tcW w:w="99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6B9D858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 xml:space="preserve">без проведения торгов на основании </w:t>
            </w:r>
          </w:p>
        </w:tc>
      </w:tr>
      <w:tr w:rsidR="00C737D4" w:rsidRPr="005F3F6A" w14:paraId="6F046C12" w14:textId="77777777" w:rsidTr="00472574">
        <w:tc>
          <w:tcPr>
            <w:tcW w:w="99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C63FC" w14:textId="77777777" w:rsidR="00C737D4" w:rsidRPr="005F3F6A" w:rsidRDefault="00C737D4" w:rsidP="008C5B30">
            <w:pPr>
              <w:jc w:val="right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.</w:t>
            </w:r>
          </w:p>
        </w:tc>
      </w:tr>
      <w:tr w:rsidR="00C737D4" w:rsidRPr="005F3F6A" w14:paraId="46DC9C6D" w14:textId="77777777" w:rsidTr="00472574">
        <w:tc>
          <w:tcPr>
            <w:tcW w:w="9921" w:type="dxa"/>
            <w:gridSpan w:val="9"/>
            <w:tcBorders>
              <w:left w:val="nil"/>
              <w:bottom w:val="nil"/>
              <w:right w:val="nil"/>
            </w:tcBorders>
          </w:tcPr>
          <w:p w14:paraId="17B2F137" w14:textId="77777777" w:rsidR="00C737D4" w:rsidRPr="005F3F6A" w:rsidRDefault="00C737D4" w:rsidP="00472574">
            <w:pPr>
              <w:jc w:val="center"/>
              <w:rPr>
                <w:sz w:val="28"/>
                <w:szCs w:val="28"/>
              </w:rPr>
            </w:pPr>
            <w:r w:rsidRPr="005F3F6A">
              <w:t xml:space="preserve">(указывается основание предоставления земельного участка без торгов из числа предусмотренных </w:t>
            </w:r>
            <w:proofErr w:type="spellStart"/>
            <w:r w:rsidR="00A50153">
              <w:t>пп</w:t>
            </w:r>
            <w:proofErr w:type="spellEnd"/>
            <w:r w:rsidR="00A50153">
              <w:t xml:space="preserve">. 6 </w:t>
            </w:r>
            <w:r w:rsidRPr="005F3F6A">
              <w:t xml:space="preserve">п. 2 </w:t>
            </w:r>
            <w:r w:rsidR="00A50153">
              <w:br/>
            </w:r>
            <w:r w:rsidRPr="005F3F6A">
              <w:t xml:space="preserve">ст. 39.3, </w:t>
            </w:r>
            <w:proofErr w:type="spellStart"/>
            <w:r w:rsidR="00A50153">
              <w:t>пп</w:t>
            </w:r>
            <w:proofErr w:type="spellEnd"/>
            <w:r w:rsidR="00A50153">
              <w:t xml:space="preserve">. 2 ст. 39.5, </w:t>
            </w:r>
            <w:proofErr w:type="spellStart"/>
            <w:r w:rsidR="00A50153">
              <w:t>пп</w:t>
            </w:r>
            <w:proofErr w:type="spellEnd"/>
            <w:r w:rsidR="00A50153">
              <w:t xml:space="preserve">. 9 п. 2 ст. 39.6, </w:t>
            </w:r>
            <w:proofErr w:type="spellStart"/>
            <w:r w:rsidR="00A50153">
              <w:t>пп</w:t>
            </w:r>
            <w:proofErr w:type="spellEnd"/>
            <w:r w:rsidR="00A50153">
              <w:t xml:space="preserve">. 4 и </w:t>
            </w:r>
            <w:proofErr w:type="spellStart"/>
            <w:r w:rsidR="00A50153">
              <w:t>пп</w:t>
            </w:r>
            <w:proofErr w:type="spellEnd"/>
            <w:r w:rsidR="00A50153">
              <w:t xml:space="preserve">. 8 </w:t>
            </w:r>
            <w:r w:rsidRPr="005F3F6A">
              <w:t>п.2 ст. 39.</w:t>
            </w:r>
            <w:r w:rsidR="00A50153">
              <w:t>10</w:t>
            </w:r>
            <w:r w:rsidRPr="005F3F6A">
              <w:t xml:space="preserve"> Земельного кодекса РФ)</w:t>
            </w:r>
          </w:p>
        </w:tc>
      </w:tr>
      <w:tr w:rsidR="00472574" w:rsidRPr="00D56D1E" w14:paraId="32A0AC01" w14:textId="77777777" w:rsidTr="00F24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</w:tcPr>
          <w:p w14:paraId="1869EC73" w14:textId="77777777" w:rsidR="00472574" w:rsidRPr="00D56D1E" w:rsidRDefault="00472574" w:rsidP="00F2452A">
            <w:pPr>
              <w:jc w:val="both"/>
              <w:rPr>
                <w:sz w:val="28"/>
                <w:szCs w:val="28"/>
              </w:rPr>
            </w:pPr>
            <w:r w:rsidRPr="00D56D1E">
              <w:rPr>
                <w:sz w:val="28"/>
                <w:szCs w:val="28"/>
              </w:rPr>
              <w:t>Реквизиты решения об утверждении проекта межевания территории</w:t>
            </w:r>
            <w:r>
              <w:rPr>
                <w:rStyle w:val="ae"/>
                <w:sz w:val="28"/>
                <w:szCs w:val="28"/>
              </w:rPr>
              <w:footnoteReference w:id="1"/>
            </w:r>
            <w:r w:rsidRPr="00D56D1E">
              <w:rPr>
                <w:sz w:val="28"/>
                <w:szCs w:val="28"/>
              </w:rPr>
              <w:t>:</w:t>
            </w:r>
          </w:p>
        </w:tc>
      </w:tr>
      <w:tr w:rsidR="00472574" w:rsidRPr="00D56D1E" w14:paraId="0DA922D2" w14:textId="77777777" w:rsidTr="00F24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  <w:tcBorders>
              <w:bottom w:val="single" w:sz="4" w:space="0" w:color="auto"/>
            </w:tcBorders>
          </w:tcPr>
          <w:p w14:paraId="58F36CFE" w14:textId="77777777" w:rsidR="00472574" w:rsidRPr="00D56D1E" w:rsidRDefault="00472574" w:rsidP="00F245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  <w:tr w:rsidR="00472574" w:rsidRPr="00D56D1E" w14:paraId="7D4FAF73" w14:textId="77777777" w:rsidTr="00F24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  <w:tcBorders>
              <w:top w:val="single" w:sz="4" w:space="0" w:color="auto"/>
            </w:tcBorders>
          </w:tcPr>
          <w:p w14:paraId="2CA97DE6" w14:textId="77777777" w:rsidR="00472574" w:rsidRPr="00D56D1E" w:rsidRDefault="00472574" w:rsidP="00F245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решения об изъятии земельного участка для государственных или муниципальных нужд</w:t>
            </w:r>
            <w:r>
              <w:rPr>
                <w:rStyle w:val="ae"/>
                <w:sz w:val="28"/>
                <w:szCs w:val="28"/>
              </w:rPr>
              <w:footnoteReference w:id="2"/>
            </w:r>
            <w:r>
              <w:rPr>
                <w:sz w:val="28"/>
                <w:szCs w:val="28"/>
              </w:rPr>
              <w:t>:</w:t>
            </w:r>
          </w:p>
        </w:tc>
      </w:tr>
      <w:tr w:rsidR="00472574" w:rsidRPr="00D56D1E" w14:paraId="3C3D1323" w14:textId="77777777" w:rsidTr="00F24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  <w:tcBorders>
              <w:bottom w:val="single" w:sz="4" w:space="0" w:color="auto"/>
            </w:tcBorders>
          </w:tcPr>
          <w:p w14:paraId="750AD93E" w14:textId="77777777" w:rsidR="00472574" w:rsidRPr="00D56D1E" w:rsidRDefault="00472574" w:rsidP="00F245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  <w:tr w:rsidR="00472574" w:rsidRPr="00D56D1E" w14:paraId="31D22A27" w14:textId="77777777" w:rsidTr="00F24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  <w:tcBorders>
              <w:top w:val="single" w:sz="4" w:space="0" w:color="auto"/>
            </w:tcBorders>
          </w:tcPr>
          <w:p w14:paraId="0E140A0C" w14:textId="77777777" w:rsidR="00472574" w:rsidRPr="00D56D1E" w:rsidRDefault="00472574" w:rsidP="00F245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решения об утверждении документа территориального планирования и (или) проекта планировки территории</w:t>
            </w:r>
            <w:r>
              <w:rPr>
                <w:rStyle w:val="ae"/>
                <w:sz w:val="28"/>
                <w:szCs w:val="28"/>
              </w:rPr>
              <w:footnoteReference w:id="3"/>
            </w:r>
            <w:r>
              <w:rPr>
                <w:sz w:val="28"/>
                <w:szCs w:val="28"/>
              </w:rPr>
              <w:t>:</w:t>
            </w:r>
          </w:p>
        </w:tc>
      </w:tr>
      <w:tr w:rsidR="00472574" w:rsidRPr="00D56D1E" w14:paraId="53FE05C3" w14:textId="77777777" w:rsidTr="00F24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8"/>
            <w:tcBorders>
              <w:bottom w:val="single" w:sz="4" w:space="0" w:color="auto"/>
            </w:tcBorders>
          </w:tcPr>
          <w:p w14:paraId="66A7F20F" w14:textId="77777777" w:rsidR="00472574" w:rsidRPr="00D56D1E" w:rsidRDefault="00472574" w:rsidP="00F245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14:paraId="532FDB49" w14:textId="3EB8ED19" w:rsidR="00C737D4" w:rsidRDefault="00C737D4" w:rsidP="00C737D4">
      <w:pPr>
        <w:ind w:firstLine="708"/>
        <w:jc w:val="both"/>
        <w:rPr>
          <w:sz w:val="28"/>
          <w:szCs w:val="28"/>
        </w:rPr>
      </w:pPr>
    </w:p>
    <w:p w14:paraId="576CA867" w14:textId="77777777" w:rsidR="00CB20F8" w:rsidRPr="005F3F6A" w:rsidRDefault="00CB20F8" w:rsidP="00C737D4">
      <w:pPr>
        <w:ind w:firstLine="708"/>
        <w:jc w:val="both"/>
        <w:rPr>
          <w:sz w:val="28"/>
          <w:szCs w:val="28"/>
        </w:rPr>
      </w:pPr>
    </w:p>
    <w:p w14:paraId="6DFC6A5D" w14:textId="77777777" w:rsidR="00C737D4" w:rsidRPr="005F3F6A" w:rsidRDefault="00C737D4" w:rsidP="00C737D4">
      <w:pPr>
        <w:ind w:firstLine="851"/>
        <w:jc w:val="both"/>
        <w:rPr>
          <w:sz w:val="28"/>
          <w:szCs w:val="28"/>
        </w:rPr>
      </w:pPr>
      <w:r w:rsidRPr="005F3F6A">
        <w:rPr>
          <w:sz w:val="28"/>
          <w:szCs w:val="28"/>
        </w:rPr>
        <w:lastRenderedPageBreak/>
        <w:t>Способ получения результата: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846"/>
        <w:gridCol w:w="9072"/>
      </w:tblGrid>
      <w:tr w:rsidR="00C737D4" w:rsidRPr="005F3F6A" w14:paraId="056CD84D" w14:textId="77777777" w:rsidTr="008C5B30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078972BE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3875D" w14:textId="77777777" w:rsidR="00C737D4" w:rsidRPr="005F3F6A" w:rsidRDefault="00C737D4" w:rsidP="008C5B30">
            <w:pPr>
              <w:ind w:left="459"/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непосредственно при личном обращении;</w:t>
            </w:r>
          </w:p>
        </w:tc>
      </w:tr>
      <w:tr w:rsidR="00C737D4" w:rsidRPr="005F3F6A" w14:paraId="58E5BCA9" w14:textId="77777777" w:rsidTr="008C5B30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3BB2A976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BE324" w14:textId="77777777" w:rsidR="00C737D4" w:rsidRPr="005F3F6A" w:rsidRDefault="00C737D4" w:rsidP="008C5B30">
            <w:pPr>
              <w:ind w:left="459"/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посредством почтового отправления;</w:t>
            </w:r>
          </w:p>
        </w:tc>
      </w:tr>
      <w:tr w:rsidR="00C737D4" w:rsidRPr="005F3F6A" w14:paraId="264E9371" w14:textId="77777777" w:rsidTr="008C5B30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00837E68" w14:textId="77777777" w:rsidR="00C737D4" w:rsidRPr="005F3F6A" w:rsidRDefault="00C737D4" w:rsidP="008C5B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51B8B" w14:textId="6176CF10" w:rsidR="00C737D4" w:rsidRPr="005F3F6A" w:rsidRDefault="00C737D4" w:rsidP="008C5B30">
            <w:pPr>
              <w:ind w:left="459"/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 xml:space="preserve">в электронной форме с использованием РПГУ </w:t>
            </w:r>
            <w:r w:rsidRPr="00A01346">
              <w:rPr>
                <w:sz w:val="28"/>
              </w:rPr>
              <w:t>(в случае принятия решения об отказе в предварительном согласовании предоставления земельного участка</w:t>
            </w:r>
            <w:r w:rsidR="00E20DDC">
              <w:rPr>
                <w:rStyle w:val="ae"/>
                <w:sz w:val="28"/>
              </w:rPr>
              <w:footnoteReference w:id="4"/>
            </w:r>
            <w:r w:rsidRPr="00A01346">
              <w:rPr>
                <w:sz w:val="28"/>
                <w:szCs w:val="28"/>
              </w:rPr>
              <w:t>).</w:t>
            </w:r>
          </w:p>
        </w:tc>
      </w:tr>
    </w:tbl>
    <w:p w14:paraId="2F7B233A" w14:textId="77777777" w:rsidR="00C737D4" w:rsidRPr="005F3F6A" w:rsidRDefault="00C737D4" w:rsidP="00C737D4">
      <w:pPr>
        <w:jc w:val="both"/>
        <w:rPr>
          <w:sz w:val="28"/>
          <w:szCs w:val="28"/>
        </w:rPr>
      </w:pPr>
    </w:p>
    <w:p w14:paraId="2203455C" w14:textId="77777777" w:rsidR="00C737D4" w:rsidRPr="005F3F6A" w:rsidRDefault="00C737D4" w:rsidP="00C737D4">
      <w:pPr>
        <w:tabs>
          <w:tab w:val="left" w:pos="6096"/>
        </w:tabs>
        <w:ind w:firstLine="851"/>
        <w:jc w:val="both"/>
        <w:rPr>
          <w:sz w:val="28"/>
          <w:szCs w:val="28"/>
        </w:rPr>
      </w:pPr>
      <w:r w:rsidRPr="005F3F6A">
        <w:rPr>
          <w:sz w:val="28"/>
          <w:szCs w:val="28"/>
        </w:rPr>
        <w:t>Приложение:</w:t>
      </w:r>
    </w:p>
    <w:p w14:paraId="7288935D" w14:textId="38F82D1B" w:rsidR="00D65438" w:rsidRDefault="00D65438" w:rsidP="00D65438">
      <w:pPr>
        <w:tabs>
          <w:tab w:val="left" w:pos="6096"/>
        </w:tabs>
        <w:jc w:val="both"/>
        <w:rPr>
          <w:sz w:val="28"/>
          <w:szCs w:val="28"/>
        </w:rPr>
      </w:pPr>
    </w:p>
    <w:p w14:paraId="23E737AE" w14:textId="77777777" w:rsidR="0052367B" w:rsidRPr="00A50153" w:rsidRDefault="0052367B" w:rsidP="00D65438">
      <w:pPr>
        <w:tabs>
          <w:tab w:val="left" w:pos="6096"/>
        </w:tabs>
        <w:jc w:val="both"/>
        <w:rPr>
          <w:sz w:val="28"/>
          <w:szCs w:val="28"/>
        </w:rPr>
      </w:pPr>
    </w:p>
    <w:p w14:paraId="7C8A58C8" w14:textId="77777777" w:rsidR="00B22EE1" w:rsidRPr="007F167A" w:rsidRDefault="00B22EE1" w:rsidP="00B22EE1">
      <w:pPr>
        <w:autoSpaceDE w:val="0"/>
        <w:autoSpaceDN w:val="0"/>
        <w:adjustRightInd w:val="0"/>
        <w:ind w:firstLine="851"/>
        <w:jc w:val="both"/>
        <w:rPr>
          <w:rFonts w:eastAsia="Calibri"/>
          <w:sz w:val="24"/>
          <w:szCs w:val="28"/>
          <w:lang w:eastAsia="en-US"/>
        </w:rPr>
      </w:pPr>
      <w:r w:rsidRPr="0052367B">
        <w:rPr>
          <w:rFonts w:eastAsia="Calibri"/>
          <w:sz w:val="24"/>
          <w:szCs w:val="24"/>
          <w:lang w:eastAsia="en-US"/>
        </w:rPr>
        <w:t>В соответствии со статьей 9 Федерального закона от 27 июля 2006 года № 152-ФЗ       «О персональных данных» даю письменное согласие на обработку моих персональных данных, включающих: фамилию, имя, отчество, адрес места жительства, контактные телефоны, реквизиты документа, удостоверяющего личность, сведения о дате выдачи указанного документа и выдавшем его</w:t>
      </w:r>
      <w:r w:rsidRPr="007F167A">
        <w:rPr>
          <w:rFonts w:eastAsia="Calibri"/>
          <w:sz w:val="24"/>
          <w:szCs w:val="28"/>
          <w:lang w:eastAsia="en-US"/>
        </w:rPr>
        <w:t xml:space="preserve"> органе; фамилию, имя, отчество, адрес представителя субъекта персональных данных, реквизиты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</w:t>
      </w:r>
      <w:r>
        <w:rPr>
          <w:rFonts w:eastAsia="Calibri"/>
          <w:sz w:val="24"/>
          <w:szCs w:val="28"/>
          <w:lang w:eastAsia="en-US"/>
        </w:rPr>
        <w:t>)</w:t>
      </w:r>
      <w:r w:rsidRPr="007F167A">
        <w:rPr>
          <w:rFonts w:eastAsia="Calibri"/>
          <w:sz w:val="24"/>
          <w:szCs w:val="28"/>
          <w:lang w:eastAsia="en-US"/>
        </w:rPr>
        <w:t>.</w:t>
      </w:r>
    </w:p>
    <w:p w14:paraId="627CF68D" w14:textId="77777777" w:rsidR="00B22EE1" w:rsidRPr="007F167A" w:rsidRDefault="00B22EE1" w:rsidP="00B22EE1">
      <w:pPr>
        <w:autoSpaceDE w:val="0"/>
        <w:autoSpaceDN w:val="0"/>
        <w:adjustRightInd w:val="0"/>
        <w:ind w:firstLine="851"/>
        <w:jc w:val="both"/>
        <w:rPr>
          <w:rFonts w:eastAsia="Calibri"/>
          <w:szCs w:val="22"/>
          <w:lang w:eastAsia="en-US"/>
        </w:rPr>
      </w:pPr>
      <w:bookmarkStart w:id="0" w:name="_Hlk31033165"/>
      <w:r w:rsidRPr="007F167A">
        <w:rPr>
          <w:rFonts w:eastAsia="Calibri"/>
          <w:sz w:val="24"/>
          <w:szCs w:val="28"/>
          <w:lang w:eastAsia="en-US"/>
        </w:rPr>
        <w:t xml:space="preserve">Разрешаю </w:t>
      </w:r>
      <w:r>
        <w:rPr>
          <w:rFonts w:eastAsia="Calibri"/>
          <w:sz w:val="24"/>
          <w:szCs w:val="28"/>
          <w:lang w:eastAsia="en-US"/>
        </w:rPr>
        <w:t xml:space="preserve">управлению имущественных и земельных отношений Липецкой области </w:t>
      </w:r>
      <w:r w:rsidRPr="007F167A">
        <w:rPr>
          <w:rFonts w:eastAsia="Calibri"/>
          <w:sz w:val="24"/>
          <w:szCs w:val="28"/>
          <w:lang w:eastAsia="en-US"/>
        </w:rPr>
        <w:t>запрашивать у третьих лиц дополнительные сведения, которые могут потребоваться для предоставления земельного участка, а также запрашивать недостающие документы и использовать данную информацию при решении вопроса о предоставлении или об отказе в предоставлении земельного участка. Согласие на обработку персональных данных действует до даты его отзыва. Согласие на обработку персональных данных может быть отозвано письменным заявлением.</w:t>
      </w:r>
    </w:p>
    <w:bookmarkEnd w:id="0"/>
    <w:p w14:paraId="6F0B6FD6" w14:textId="77777777" w:rsidR="00B22EE1" w:rsidRDefault="00B22EE1" w:rsidP="00B22EE1">
      <w:pPr>
        <w:autoSpaceDE w:val="0"/>
        <w:autoSpaceDN w:val="0"/>
        <w:adjustRightInd w:val="0"/>
        <w:ind w:firstLine="851"/>
        <w:jc w:val="both"/>
        <w:rPr>
          <w:rFonts w:eastAsia="Calibri"/>
          <w:sz w:val="24"/>
          <w:szCs w:val="28"/>
          <w:lang w:eastAsia="en-US"/>
        </w:rPr>
      </w:pPr>
      <w:r w:rsidRPr="007F167A">
        <w:rPr>
          <w:rFonts w:eastAsia="Calibri"/>
          <w:sz w:val="24"/>
          <w:szCs w:val="28"/>
          <w:lang w:eastAsia="en-US"/>
        </w:rPr>
        <w:t>Сохраняю за собой право отозвать данное согласие письменным заявлением с любой даты.</w:t>
      </w:r>
    </w:p>
    <w:p w14:paraId="24CE652C" w14:textId="77777777" w:rsidR="00C737D4" w:rsidRPr="00D65438" w:rsidRDefault="00B22EE1" w:rsidP="00D65438">
      <w:pPr>
        <w:autoSpaceDE w:val="0"/>
        <w:autoSpaceDN w:val="0"/>
        <w:adjustRightInd w:val="0"/>
        <w:ind w:firstLine="851"/>
        <w:jc w:val="both"/>
        <w:rPr>
          <w:rFonts w:eastAsia="Calibri"/>
          <w:sz w:val="24"/>
          <w:szCs w:val="28"/>
          <w:lang w:eastAsia="en-US"/>
        </w:rPr>
      </w:pPr>
      <w:r w:rsidRPr="007F167A">
        <w:rPr>
          <w:rFonts w:eastAsia="Calibri"/>
          <w:sz w:val="24"/>
          <w:szCs w:val="28"/>
          <w:lang w:eastAsia="en-US"/>
        </w:rPr>
        <w:t xml:space="preserve">Согласие на обработку персональных данных представителя субъекта персональных данных (при </w:t>
      </w:r>
      <w:r>
        <w:rPr>
          <w:rFonts w:eastAsia="Calibri"/>
          <w:sz w:val="24"/>
          <w:szCs w:val="28"/>
          <w:lang w:eastAsia="en-US"/>
        </w:rPr>
        <w:t xml:space="preserve">его </w:t>
      </w:r>
      <w:r w:rsidRPr="007F167A">
        <w:rPr>
          <w:rFonts w:eastAsia="Calibri"/>
          <w:sz w:val="24"/>
          <w:szCs w:val="28"/>
          <w:lang w:eastAsia="en-US"/>
        </w:rPr>
        <w:t>наличии) прилага</w:t>
      </w:r>
      <w:r>
        <w:rPr>
          <w:rFonts w:eastAsia="Calibri"/>
          <w:sz w:val="24"/>
          <w:szCs w:val="28"/>
          <w:lang w:eastAsia="en-US"/>
        </w:rPr>
        <w:t>е</w:t>
      </w:r>
      <w:r w:rsidRPr="007F167A">
        <w:rPr>
          <w:rFonts w:eastAsia="Calibri"/>
          <w:sz w:val="24"/>
          <w:szCs w:val="28"/>
          <w:lang w:eastAsia="en-US"/>
        </w:rPr>
        <w:t>тся.</w:t>
      </w:r>
    </w:p>
    <w:p w14:paraId="64E74F89" w14:textId="20033385" w:rsidR="00E20DDC" w:rsidRDefault="00E20DDC" w:rsidP="00C737D4">
      <w:pPr>
        <w:tabs>
          <w:tab w:val="left" w:pos="6096"/>
        </w:tabs>
        <w:ind w:left="3686"/>
        <w:jc w:val="both"/>
        <w:rPr>
          <w:sz w:val="28"/>
          <w:szCs w:val="28"/>
        </w:rPr>
      </w:pPr>
    </w:p>
    <w:p w14:paraId="35DC395A" w14:textId="5C9108D6" w:rsidR="0052367B" w:rsidRDefault="0052367B" w:rsidP="00C737D4">
      <w:pPr>
        <w:tabs>
          <w:tab w:val="left" w:pos="6096"/>
        </w:tabs>
        <w:ind w:left="3686"/>
        <w:jc w:val="both"/>
        <w:rPr>
          <w:sz w:val="28"/>
          <w:szCs w:val="28"/>
        </w:rPr>
      </w:pPr>
    </w:p>
    <w:p w14:paraId="430CDD19" w14:textId="77777777" w:rsidR="0052367B" w:rsidRPr="00A50153" w:rsidRDefault="0052367B" w:rsidP="00C737D4">
      <w:pPr>
        <w:tabs>
          <w:tab w:val="left" w:pos="6096"/>
        </w:tabs>
        <w:ind w:left="3686"/>
        <w:jc w:val="both"/>
        <w:rPr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25"/>
        <w:gridCol w:w="279"/>
        <w:gridCol w:w="3898"/>
        <w:gridCol w:w="279"/>
        <w:gridCol w:w="3340"/>
      </w:tblGrid>
      <w:tr w:rsidR="00C737D4" w:rsidRPr="005F3F6A" w14:paraId="73B52CA8" w14:textId="77777777" w:rsidTr="008C5B30"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2D3CDC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7784785E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0AB40C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25A9FA9E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0331A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C737D4" w:rsidRPr="005F3F6A" w14:paraId="609F917A" w14:textId="77777777" w:rsidTr="008C5B30"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F1C6D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F3F6A">
              <w:rPr>
                <w:lang w:eastAsia="en-US"/>
              </w:rPr>
              <w:t>(дата)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0F722A96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87DAE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F3F6A">
              <w:rPr>
                <w:lang w:eastAsia="en-US"/>
              </w:rPr>
              <w:t>(фамилия, инициалы заявителя,</w:t>
            </w:r>
          </w:p>
          <w:p w14:paraId="715A5719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F3F6A">
              <w:rPr>
                <w:lang w:eastAsia="en-US"/>
              </w:rPr>
              <w:t>представителя заявителя)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31CC4096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6808E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F3F6A">
              <w:rPr>
                <w:lang w:eastAsia="en-US"/>
              </w:rPr>
              <w:t>(подпись заявителя,</w:t>
            </w:r>
          </w:p>
          <w:p w14:paraId="570E74B1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F3F6A">
              <w:rPr>
                <w:lang w:eastAsia="en-US"/>
              </w:rPr>
              <w:t>представителя заявителя)</w:t>
            </w:r>
          </w:p>
        </w:tc>
      </w:tr>
      <w:tr w:rsidR="00C737D4" w:rsidRPr="005F3F6A" w14:paraId="6F7381AD" w14:textId="77777777" w:rsidTr="008C5B30">
        <w:tc>
          <w:tcPr>
            <w:tcW w:w="99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49CD3BA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</w:tbl>
    <w:p w14:paraId="430F6BEB" w14:textId="5F8ADC60" w:rsidR="00A50153" w:rsidRDefault="00A50153" w:rsidP="00C737D4">
      <w:pPr>
        <w:tabs>
          <w:tab w:val="left" w:pos="6096"/>
        </w:tabs>
        <w:jc w:val="both"/>
        <w:rPr>
          <w:sz w:val="28"/>
          <w:szCs w:val="28"/>
        </w:rPr>
      </w:pPr>
    </w:p>
    <w:p w14:paraId="6D3535F9" w14:textId="77777777" w:rsidR="0052367B" w:rsidRPr="00A50153" w:rsidRDefault="0052367B" w:rsidP="00C737D4">
      <w:pPr>
        <w:tabs>
          <w:tab w:val="left" w:pos="6096"/>
        </w:tabs>
        <w:jc w:val="both"/>
        <w:rPr>
          <w:sz w:val="28"/>
          <w:szCs w:val="28"/>
        </w:rPr>
      </w:pPr>
    </w:p>
    <w:p w14:paraId="41ABFF6C" w14:textId="77777777" w:rsidR="00D65438" w:rsidRPr="00A50153" w:rsidRDefault="00D65438" w:rsidP="00C737D4">
      <w:pPr>
        <w:tabs>
          <w:tab w:val="left" w:pos="6096"/>
        </w:tabs>
        <w:jc w:val="both"/>
        <w:rPr>
          <w:sz w:val="28"/>
          <w:szCs w:val="28"/>
        </w:rPr>
      </w:pPr>
    </w:p>
    <w:tbl>
      <w:tblPr>
        <w:tblStyle w:val="af0"/>
        <w:tblpPr w:leftFromText="180" w:rightFromText="180" w:vertAnchor="text" w:tblpY="68"/>
        <w:tblW w:w="9923" w:type="dxa"/>
        <w:tblLook w:val="04A0" w:firstRow="1" w:lastRow="0" w:firstColumn="1" w:lastColumn="0" w:noHBand="0" w:noVBand="1"/>
      </w:tblPr>
      <w:tblGrid>
        <w:gridCol w:w="4591"/>
        <w:gridCol w:w="2281"/>
        <w:gridCol w:w="294"/>
        <w:gridCol w:w="2757"/>
      </w:tblGrid>
      <w:tr w:rsidR="00C737D4" w:rsidRPr="005F3F6A" w14:paraId="51BC0D01" w14:textId="77777777" w:rsidTr="008C5B30"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</w:tcPr>
          <w:p w14:paraId="7E729F08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3F6A">
              <w:rPr>
                <w:sz w:val="28"/>
                <w:szCs w:val="28"/>
                <w:lang w:eastAsia="en-US"/>
              </w:rPr>
              <w:t>Подпись сотрудника, принявшего документы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4BFD15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38B5D2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sz w:val="28"/>
                <w:lang w:val="en-US" w:eastAsia="en-US"/>
              </w:rPr>
            </w:pPr>
            <w:r w:rsidRPr="005F3F6A">
              <w:rPr>
                <w:sz w:val="28"/>
                <w:lang w:val="en-US" w:eastAsia="en-US"/>
              </w:rPr>
              <w:t>/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A3ECB0" w14:textId="77777777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C737D4" w:rsidRPr="005F3F6A" w14:paraId="1299AB3B" w14:textId="77777777" w:rsidTr="008C5B30"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4BBCE0" w14:textId="54DFCA5B" w:rsidR="00C737D4" w:rsidRPr="005F3F6A" w:rsidRDefault="00C737D4" w:rsidP="008C5B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F3F6A">
              <w:rPr>
                <w:lang w:val="en-US" w:eastAsia="en-US"/>
              </w:rPr>
              <w:t xml:space="preserve">  </w:t>
            </w:r>
            <w:r w:rsidR="00E20DDC">
              <w:rPr>
                <w:lang w:eastAsia="en-US"/>
              </w:rPr>
              <w:t xml:space="preserve">                                                                                                   </w:t>
            </w:r>
            <w:r w:rsidRPr="005F3F6A">
              <w:rPr>
                <w:lang w:val="en-US" w:eastAsia="en-US"/>
              </w:rPr>
              <w:t xml:space="preserve">  (</w:t>
            </w:r>
            <w:r w:rsidRPr="005F3F6A">
              <w:rPr>
                <w:lang w:eastAsia="en-US"/>
              </w:rPr>
              <w:t>подпись)                               (фамилия, инициалы)</w:t>
            </w:r>
          </w:p>
        </w:tc>
      </w:tr>
    </w:tbl>
    <w:p w14:paraId="2C4A9F59" w14:textId="77777777" w:rsidR="00C737D4" w:rsidRPr="005F3F6A" w:rsidRDefault="00C737D4" w:rsidP="00C737D4">
      <w:pPr>
        <w:tabs>
          <w:tab w:val="left" w:pos="6096"/>
        </w:tabs>
        <w:jc w:val="both"/>
      </w:pPr>
    </w:p>
    <w:p w14:paraId="3B2E8B1C" w14:textId="77777777" w:rsidR="00E20DDC" w:rsidRDefault="00E20DDC" w:rsidP="00E20DDC">
      <w:pPr>
        <w:pStyle w:val="aa"/>
        <w:tabs>
          <w:tab w:val="clear" w:pos="6804"/>
          <w:tab w:val="left" w:pos="9923"/>
        </w:tabs>
        <w:spacing w:line="240" w:lineRule="auto"/>
        <w:ind w:right="-2"/>
        <w:jc w:val="both"/>
        <w:rPr>
          <w:sz w:val="24"/>
          <w:szCs w:val="24"/>
        </w:rPr>
      </w:pPr>
    </w:p>
    <w:p w14:paraId="7F4AF99D" w14:textId="77777777" w:rsidR="00E20DDC" w:rsidRDefault="00E20DDC" w:rsidP="00006F3A">
      <w:pPr>
        <w:pStyle w:val="aa"/>
        <w:tabs>
          <w:tab w:val="clear" w:pos="6804"/>
          <w:tab w:val="left" w:pos="9923"/>
        </w:tabs>
        <w:spacing w:line="240" w:lineRule="auto"/>
        <w:ind w:left="3686" w:right="-2"/>
        <w:jc w:val="both"/>
        <w:rPr>
          <w:sz w:val="24"/>
          <w:szCs w:val="24"/>
        </w:rPr>
      </w:pPr>
    </w:p>
    <w:p w14:paraId="76E95863" w14:textId="77777777" w:rsidR="00E20DDC" w:rsidRDefault="00E20DDC" w:rsidP="00006F3A">
      <w:pPr>
        <w:pStyle w:val="aa"/>
        <w:tabs>
          <w:tab w:val="clear" w:pos="6804"/>
          <w:tab w:val="left" w:pos="9923"/>
        </w:tabs>
        <w:spacing w:line="240" w:lineRule="auto"/>
        <w:ind w:left="3686" w:right="-2"/>
        <w:jc w:val="both"/>
        <w:rPr>
          <w:sz w:val="24"/>
          <w:szCs w:val="24"/>
        </w:rPr>
      </w:pPr>
    </w:p>
    <w:p w14:paraId="67B98278" w14:textId="52CF2982" w:rsidR="003A6393" w:rsidRDefault="003A6393" w:rsidP="008C5B30">
      <w:pPr>
        <w:jc w:val="both"/>
      </w:pPr>
    </w:p>
    <w:sectPr w:rsidR="003A6393" w:rsidSect="00CB20F8">
      <w:pgSz w:w="11906" w:h="16838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CDB48" w14:textId="77777777" w:rsidR="00593BE6" w:rsidRDefault="00593BE6" w:rsidP="00BC07F3">
      <w:r>
        <w:separator/>
      </w:r>
    </w:p>
  </w:endnote>
  <w:endnote w:type="continuationSeparator" w:id="0">
    <w:p w14:paraId="4F704B32" w14:textId="77777777" w:rsidR="00593BE6" w:rsidRDefault="00593BE6" w:rsidP="00BC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87AB1" w14:textId="77777777" w:rsidR="00593BE6" w:rsidRDefault="00593BE6" w:rsidP="00BC07F3">
      <w:r>
        <w:separator/>
      </w:r>
    </w:p>
  </w:footnote>
  <w:footnote w:type="continuationSeparator" w:id="0">
    <w:p w14:paraId="7A050936" w14:textId="77777777" w:rsidR="00593BE6" w:rsidRDefault="00593BE6" w:rsidP="00BC07F3">
      <w:r>
        <w:continuationSeparator/>
      </w:r>
    </w:p>
  </w:footnote>
  <w:footnote w:id="1">
    <w:p w14:paraId="0D95CF2E" w14:textId="77777777" w:rsidR="00593BE6" w:rsidRDefault="00593BE6" w:rsidP="00472574">
      <w:pPr>
        <w:pStyle w:val="ac"/>
        <w:jc w:val="both"/>
      </w:pPr>
      <w:r>
        <w:rPr>
          <w:rStyle w:val="ae"/>
        </w:rPr>
        <w:footnoteRef/>
      </w:r>
      <w:r>
        <w:t xml:space="preserve"> Указывается, если образование испрашиваемого земельного участка предусмотрено проектом межевания территории.</w:t>
      </w:r>
    </w:p>
  </w:footnote>
  <w:footnote w:id="2">
    <w:p w14:paraId="4739CEEF" w14:textId="77777777" w:rsidR="00593BE6" w:rsidRDefault="00593BE6" w:rsidP="00472574">
      <w:pPr>
        <w:pStyle w:val="ac"/>
        <w:jc w:val="both"/>
      </w:pPr>
      <w:r>
        <w:rPr>
          <w:rStyle w:val="ae"/>
        </w:rPr>
        <w:footnoteRef/>
      </w:r>
      <w:r>
        <w:t xml:space="preserve"> Указывается, если земельный участок предоставляется взамен земельного участка, изымаемого для государственных или муниципальных нужд.</w:t>
      </w:r>
    </w:p>
  </w:footnote>
  <w:footnote w:id="3">
    <w:p w14:paraId="0FC47BA5" w14:textId="77777777" w:rsidR="00593BE6" w:rsidRDefault="00593BE6" w:rsidP="00472574">
      <w:pPr>
        <w:pStyle w:val="ac"/>
        <w:jc w:val="both"/>
      </w:pPr>
      <w:r>
        <w:rPr>
          <w:rStyle w:val="ae"/>
        </w:rPr>
        <w:footnoteRef/>
      </w:r>
      <w:r>
        <w:t xml:space="preserve"> Указывается, если земельный участок предоставляется для размещения объектов, предусмотренных документом территориального планирования и (или) проектом планировки территории.</w:t>
      </w:r>
    </w:p>
  </w:footnote>
  <w:footnote w:id="4">
    <w:p w14:paraId="25F27C06" w14:textId="5EC80B6A" w:rsidR="00593BE6" w:rsidRDefault="00593BE6" w:rsidP="00E20DDC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A50153">
        <w:t>При обращении за получением государственной услуги через Региональный портал государственных и муниципальных услуг Липецкой области.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0866"/>
    <w:multiLevelType w:val="hybridMultilevel"/>
    <w:tmpl w:val="E5E049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B16D0"/>
    <w:multiLevelType w:val="hybridMultilevel"/>
    <w:tmpl w:val="453ED64A"/>
    <w:lvl w:ilvl="0" w:tplc="8600167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40B2F2C"/>
    <w:multiLevelType w:val="multilevel"/>
    <w:tmpl w:val="EF2C01E4"/>
    <w:lvl w:ilvl="0">
      <w:start w:val="46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7804624"/>
    <w:multiLevelType w:val="hybridMultilevel"/>
    <w:tmpl w:val="19CACB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76DCA"/>
    <w:multiLevelType w:val="hybridMultilevel"/>
    <w:tmpl w:val="ADA65922"/>
    <w:lvl w:ilvl="0" w:tplc="7748969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8A51BEF"/>
    <w:multiLevelType w:val="multilevel"/>
    <w:tmpl w:val="94F648E6"/>
    <w:lvl w:ilvl="0">
      <w:start w:val="3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19E05851"/>
    <w:multiLevelType w:val="hybridMultilevel"/>
    <w:tmpl w:val="BD3E7DF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0592354"/>
    <w:multiLevelType w:val="hybridMultilevel"/>
    <w:tmpl w:val="A018472C"/>
    <w:lvl w:ilvl="0" w:tplc="F9E46B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44E23"/>
    <w:multiLevelType w:val="hybridMultilevel"/>
    <w:tmpl w:val="951853B8"/>
    <w:lvl w:ilvl="0" w:tplc="B236575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42F6B"/>
    <w:multiLevelType w:val="multilevel"/>
    <w:tmpl w:val="81A28668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sz w:val="22"/>
      </w:rPr>
    </w:lvl>
  </w:abstractNum>
  <w:abstractNum w:abstractNumId="10" w15:restartNumberingAfterBreak="0">
    <w:nsid w:val="28E45FFC"/>
    <w:multiLevelType w:val="hybridMultilevel"/>
    <w:tmpl w:val="033EA5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A03C9"/>
    <w:multiLevelType w:val="hybridMultilevel"/>
    <w:tmpl w:val="D49297AA"/>
    <w:lvl w:ilvl="0" w:tplc="B236575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B2224"/>
    <w:multiLevelType w:val="hybridMultilevel"/>
    <w:tmpl w:val="81366AAA"/>
    <w:lvl w:ilvl="0" w:tplc="04190011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38030320"/>
    <w:multiLevelType w:val="hybridMultilevel"/>
    <w:tmpl w:val="C9D8EF6E"/>
    <w:lvl w:ilvl="0" w:tplc="0A84D3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410CB"/>
    <w:multiLevelType w:val="hybridMultilevel"/>
    <w:tmpl w:val="BE5EC6C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6B37E15"/>
    <w:multiLevelType w:val="hybridMultilevel"/>
    <w:tmpl w:val="96441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8127F"/>
    <w:multiLevelType w:val="hybridMultilevel"/>
    <w:tmpl w:val="6B4A92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A1A4B"/>
    <w:multiLevelType w:val="hybridMultilevel"/>
    <w:tmpl w:val="2BACACA6"/>
    <w:lvl w:ilvl="0" w:tplc="456486D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99B0611"/>
    <w:multiLevelType w:val="hybridMultilevel"/>
    <w:tmpl w:val="C89CB398"/>
    <w:lvl w:ilvl="0" w:tplc="EAE4C3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663"/>
    <w:multiLevelType w:val="hybridMultilevel"/>
    <w:tmpl w:val="1AF0E1DE"/>
    <w:lvl w:ilvl="0" w:tplc="EAE4C3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D04F8"/>
    <w:multiLevelType w:val="hybridMultilevel"/>
    <w:tmpl w:val="0480F36E"/>
    <w:lvl w:ilvl="0" w:tplc="85745318">
      <w:start w:val="1"/>
      <w:numFmt w:val="decimal"/>
      <w:lvlText w:val="%1)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CE532B7"/>
    <w:multiLevelType w:val="hybridMultilevel"/>
    <w:tmpl w:val="0F8A6B00"/>
    <w:lvl w:ilvl="0" w:tplc="618E0764">
      <w:start w:val="2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67EBE"/>
    <w:multiLevelType w:val="hybridMultilevel"/>
    <w:tmpl w:val="1068EC6E"/>
    <w:lvl w:ilvl="0" w:tplc="EAE4C3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35BD4"/>
    <w:multiLevelType w:val="hybridMultilevel"/>
    <w:tmpl w:val="E0F820AE"/>
    <w:lvl w:ilvl="0" w:tplc="DD7A175C">
      <w:start w:val="1"/>
      <w:numFmt w:val="decimal"/>
      <w:lvlText w:val="3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70B88"/>
    <w:multiLevelType w:val="hybridMultilevel"/>
    <w:tmpl w:val="1F1A7284"/>
    <w:lvl w:ilvl="0" w:tplc="7FEE38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0ABA"/>
    <w:multiLevelType w:val="hybridMultilevel"/>
    <w:tmpl w:val="66CE4B7A"/>
    <w:lvl w:ilvl="0" w:tplc="EAE4C3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E6147"/>
    <w:multiLevelType w:val="multilevel"/>
    <w:tmpl w:val="7114863A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78" w:hanging="2160"/>
      </w:pPr>
      <w:rPr>
        <w:rFonts w:hint="default"/>
      </w:rPr>
    </w:lvl>
  </w:abstractNum>
  <w:abstractNum w:abstractNumId="27" w15:restartNumberingAfterBreak="0">
    <w:nsid w:val="7A990DD8"/>
    <w:multiLevelType w:val="hybridMultilevel"/>
    <w:tmpl w:val="9050BDDA"/>
    <w:lvl w:ilvl="0" w:tplc="BCC0B6B6">
      <w:start w:val="1"/>
      <w:numFmt w:val="decimal"/>
      <w:lvlText w:val="4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752A75"/>
    <w:multiLevelType w:val="hybridMultilevel"/>
    <w:tmpl w:val="171E526C"/>
    <w:lvl w:ilvl="0" w:tplc="EAE4C3A6">
      <w:start w:val="1"/>
      <w:numFmt w:val="decimal"/>
      <w:lvlText w:val="%1)"/>
      <w:lvlJc w:val="left"/>
      <w:pPr>
        <w:ind w:left="157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6"/>
  </w:num>
  <w:num w:numId="2">
    <w:abstractNumId w:val="9"/>
  </w:num>
  <w:num w:numId="3">
    <w:abstractNumId w:val="13"/>
  </w:num>
  <w:num w:numId="4">
    <w:abstractNumId w:val="28"/>
  </w:num>
  <w:num w:numId="5">
    <w:abstractNumId w:val="19"/>
  </w:num>
  <w:num w:numId="6">
    <w:abstractNumId w:val="3"/>
  </w:num>
  <w:num w:numId="7">
    <w:abstractNumId w:val="18"/>
  </w:num>
  <w:num w:numId="8">
    <w:abstractNumId w:val="25"/>
  </w:num>
  <w:num w:numId="9">
    <w:abstractNumId w:val="22"/>
  </w:num>
  <w:num w:numId="10">
    <w:abstractNumId w:val="7"/>
  </w:num>
  <w:num w:numId="11">
    <w:abstractNumId w:val="10"/>
  </w:num>
  <w:num w:numId="12">
    <w:abstractNumId w:val="24"/>
  </w:num>
  <w:num w:numId="13">
    <w:abstractNumId w:val="8"/>
  </w:num>
  <w:num w:numId="14">
    <w:abstractNumId w:val="16"/>
  </w:num>
  <w:num w:numId="15">
    <w:abstractNumId w:val="0"/>
  </w:num>
  <w:num w:numId="16">
    <w:abstractNumId w:val="11"/>
  </w:num>
  <w:num w:numId="17">
    <w:abstractNumId w:val="12"/>
  </w:num>
  <w:num w:numId="18">
    <w:abstractNumId w:val="20"/>
  </w:num>
  <w:num w:numId="19">
    <w:abstractNumId w:val="17"/>
  </w:num>
  <w:num w:numId="20">
    <w:abstractNumId w:val="5"/>
  </w:num>
  <w:num w:numId="21">
    <w:abstractNumId w:val="4"/>
  </w:num>
  <w:num w:numId="22">
    <w:abstractNumId w:val="1"/>
  </w:num>
  <w:num w:numId="23">
    <w:abstractNumId w:val="23"/>
  </w:num>
  <w:num w:numId="24">
    <w:abstractNumId w:val="15"/>
  </w:num>
  <w:num w:numId="25">
    <w:abstractNumId w:val="21"/>
  </w:num>
  <w:num w:numId="26">
    <w:abstractNumId w:val="14"/>
  </w:num>
  <w:num w:numId="27">
    <w:abstractNumId w:val="27"/>
  </w:num>
  <w:num w:numId="28">
    <w:abstractNumId w:val="6"/>
  </w:num>
  <w:num w:numId="29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197"/>
    <w:rsid w:val="000006C5"/>
    <w:rsid w:val="00002B95"/>
    <w:rsid w:val="000052F7"/>
    <w:rsid w:val="000055A2"/>
    <w:rsid w:val="00006F3A"/>
    <w:rsid w:val="00013D54"/>
    <w:rsid w:val="00023312"/>
    <w:rsid w:val="00023AE6"/>
    <w:rsid w:val="00025B24"/>
    <w:rsid w:val="000263DA"/>
    <w:rsid w:val="00030D9A"/>
    <w:rsid w:val="00037664"/>
    <w:rsid w:val="000401E9"/>
    <w:rsid w:val="0004706E"/>
    <w:rsid w:val="00050205"/>
    <w:rsid w:val="00062E12"/>
    <w:rsid w:val="000643CB"/>
    <w:rsid w:val="00072ADA"/>
    <w:rsid w:val="00073F05"/>
    <w:rsid w:val="00074203"/>
    <w:rsid w:val="00075248"/>
    <w:rsid w:val="000757FB"/>
    <w:rsid w:val="00075AC7"/>
    <w:rsid w:val="000761CE"/>
    <w:rsid w:val="0008277D"/>
    <w:rsid w:val="000857A2"/>
    <w:rsid w:val="00085A28"/>
    <w:rsid w:val="00086BF9"/>
    <w:rsid w:val="000872B6"/>
    <w:rsid w:val="0008736D"/>
    <w:rsid w:val="000918BB"/>
    <w:rsid w:val="00092F3C"/>
    <w:rsid w:val="000A1530"/>
    <w:rsid w:val="000A3719"/>
    <w:rsid w:val="000A73FD"/>
    <w:rsid w:val="000B0DB9"/>
    <w:rsid w:val="000D165B"/>
    <w:rsid w:val="000D4850"/>
    <w:rsid w:val="000D69D1"/>
    <w:rsid w:val="000D74BF"/>
    <w:rsid w:val="000E1077"/>
    <w:rsid w:val="000E27C7"/>
    <w:rsid w:val="000E2A71"/>
    <w:rsid w:val="000E49B5"/>
    <w:rsid w:val="000E6518"/>
    <w:rsid w:val="000F0C30"/>
    <w:rsid w:val="000F4BB0"/>
    <w:rsid w:val="000F5DBE"/>
    <w:rsid w:val="0010054C"/>
    <w:rsid w:val="001008DA"/>
    <w:rsid w:val="00103173"/>
    <w:rsid w:val="001055F3"/>
    <w:rsid w:val="00106DB4"/>
    <w:rsid w:val="00106F60"/>
    <w:rsid w:val="0011060E"/>
    <w:rsid w:val="0011719E"/>
    <w:rsid w:val="001227DE"/>
    <w:rsid w:val="001322E1"/>
    <w:rsid w:val="0013395A"/>
    <w:rsid w:val="00141B93"/>
    <w:rsid w:val="00143308"/>
    <w:rsid w:val="0014398B"/>
    <w:rsid w:val="00144863"/>
    <w:rsid w:val="0014701F"/>
    <w:rsid w:val="001503A4"/>
    <w:rsid w:val="00151250"/>
    <w:rsid w:val="00157FD9"/>
    <w:rsid w:val="00161E61"/>
    <w:rsid w:val="00165E7F"/>
    <w:rsid w:val="00170C1B"/>
    <w:rsid w:val="00173071"/>
    <w:rsid w:val="001752B0"/>
    <w:rsid w:val="00180498"/>
    <w:rsid w:val="001821D9"/>
    <w:rsid w:val="00183266"/>
    <w:rsid w:val="001838A4"/>
    <w:rsid w:val="00183EAE"/>
    <w:rsid w:val="00184CC8"/>
    <w:rsid w:val="0019173F"/>
    <w:rsid w:val="0019311E"/>
    <w:rsid w:val="0019321A"/>
    <w:rsid w:val="001946A6"/>
    <w:rsid w:val="00195C3C"/>
    <w:rsid w:val="00197114"/>
    <w:rsid w:val="00197186"/>
    <w:rsid w:val="001A16D9"/>
    <w:rsid w:val="001A49C3"/>
    <w:rsid w:val="001A7F4B"/>
    <w:rsid w:val="001B6819"/>
    <w:rsid w:val="001C3330"/>
    <w:rsid w:val="001C3BE4"/>
    <w:rsid w:val="001C40F3"/>
    <w:rsid w:val="001C5721"/>
    <w:rsid w:val="001D1AF6"/>
    <w:rsid w:val="001D1CF0"/>
    <w:rsid w:val="001D6BF6"/>
    <w:rsid w:val="001E2981"/>
    <w:rsid w:val="001E3275"/>
    <w:rsid w:val="001F2E02"/>
    <w:rsid w:val="001F7AAF"/>
    <w:rsid w:val="001F7FDF"/>
    <w:rsid w:val="002035EC"/>
    <w:rsid w:val="00204BEB"/>
    <w:rsid w:val="00211307"/>
    <w:rsid w:val="002120DD"/>
    <w:rsid w:val="00214978"/>
    <w:rsid w:val="00214FC1"/>
    <w:rsid w:val="00216AE6"/>
    <w:rsid w:val="00221455"/>
    <w:rsid w:val="002237A7"/>
    <w:rsid w:val="00233EEF"/>
    <w:rsid w:val="00235842"/>
    <w:rsid w:val="002473E3"/>
    <w:rsid w:val="002476D5"/>
    <w:rsid w:val="00253577"/>
    <w:rsid w:val="002536F4"/>
    <w:rsid w:val="002570FD"/>
    <w:rsid w:val="00261F3B"/>
    <w:rsid w:val="00262FD5"/>
    <w:rsid w:val="00265888"/>
    <w:rsid w:val="002714E8"/>
    <w:rsid w:val="00273DAE"/>
    <w:rsid w:val="00277D2F"/>
    <w:rsid w:val="00280EE6"/>
    <w:rsid w:val="0028212B"/>
    <w:rsid w:val="00283194"/>
    <w:rsid w:val="002856A6"/>
    <w:rsid w:val="00290AAF"/>
    <w:rsid w:val="00293054"/>
    <w:rsid w:val="00293479"/>
    <w:rsid w:val="00297AE8"/>
    <w:rsid w:val="002A0163"/>
    <w:rsid w:val="002A1900"/>
    <w:rsid w:val="002B1505"/>
    <w:rsid w:val="002B2024"/>
    <w:rsid w:val="002B2A61"/>
    <w:rsid w:val="002B3353"/>
    <w:rsid w:val="002B6B85"/>
    <w:rsid w:val="002B6E07"/>
    <w:rsid w:val="002B71A3"/>
    <w:rsid w:val="002B73C6"/>
    <w:rsid w:val="002C0398"/>
    <w:rsid w:val="002C0D8C"/>
    <w:rsid w:val="002C30DE"/>
    <w:rsid w:val="002C3EAD"/>
    <w:rsid w:val="002D5544"/>
    <w:rsid w:val="002D55EA"/>
    <w:rsid w:val="002D6ECD"/>
    <w:rsid w:val="002D7245"/>
    <w:rsid w:val="002E27C8"/>
    <w:rsid w:val="002E2912"/>
    <w:rsid w:val="002E314A"/>
    <w:rsid w:val="002E551C"/>
    <w:rsid w:val="002E5F46"/>
    <w:rsid w:val="002E651C"/>
    <w:rsid w:val="002F2319"/>
    <w:rsid w:val="00304CC3"/>
    <w:rsid w:val="003058B8"/>
    <w:rsid w:val="00307EEE"/>
    <w:rsid w:val="00312FB0"/>
    <w:rsid w:val="003167F6"/>
    <w:rsid w:val="0032108C"/>
    <w:rsid w:val="00325291"/>
    <w:rsid w:val="0033044E"/>
    <w:rsid w:val="003315CA"/>
    <w:rsid w:val="00333500"/>
    <w:rsid w:val="003337E2"/>
    <w:rsid w:val="00337B88"/>
    <w:rsid w:val="00341317"/>
    <w:rsid w:val="00341EB5"/>
    <w:rsid w:val="00352DA7"/>
    <w:rsid w:val="00354F99"/>
    <w:rsid w:val="00356BDA"/>
    <w:rsid w:val="003579F6"/>
    <w:rsid w:val="003608E9"/>
    <w:rsid w:val="003648CD"/>
    <w:rsid w:val="00367352"/>
    <w:rsid w:val="00367F65"/>
    <w:rsid w:val="0037093D"/>
    <w:rsid w:val="00372DD8"/>
    <w:rsid w:val="003739F0"/>
    <w:rsid w:val="00380C9D"/>
    <w:rsid w:val="00382F4F"/>
    <w:rsid w:val="00384364"/>
    <w:rsid w:val="00386101"/>
    <w:rsid w:val="003929BF"/>
    <w:rsid w:val="003A1450"/>
    <w:rsid w:val="003A6393"/>
    <w:rsid w:val="003B0691"/>
    <w:rsid w:val="003B541B"/>
    <w:rsid w:val="003C2599"/>
    <w:rsid w:val="003C6D0C"/>
    <w:rsid w:val="003D25A3"/>
    <w:rsid w:val="003D51AD"/>
    <w:rsid w:val="003D547B"/>
    <w:rsid w:val="003E334F"/>
    <w:rsid w:val="003E41B4"/>
    <w:rsid w:val="003E51B0"/>
    <w:rsid w:val="003F2E18"/>
    <w:rsid w:val="003F3BA0"/>
    <w:rsid w:val="003F5401"/>
    <w:rsid w:val="00401A51"/>
    <w:rsid w:val="004029ED"/>
    <w:rsid w:val="00405FE4"/>
    <w:rsid w:val="00407666"/>
    <w:rsid w:val="00410A6C"/>
    <w:rsid w:val="00414BAA"/>
    <w:rsid w:val="004162B1"/>
    <w:rsid w:val="00416713"/>
    <w:rsid w:val="00417121"/>
    <w:rsid w:val="00417F03"/>
    <w:rsid w:val="004204F2"/>
    <w:rsid w:val="0042191A"/>
    <w:rsid w:val="00421E9B"/>
    <w:rsid w:val="004247E4"/>
    <w:rsid w:val="004248DC"/>
    <w:rsid w:val="00440E07"/>
    <w:rsid w:val="00443FCA"/>
    <w:rsid w:val="0044555E"/>
    <w:rsid w:val="00451E80"/>
    <w:rsid w:val="00451F14"/>
    <w:rsid w:val="00455AA9"/>
    <w:rsid w:val="00456FCC"/>
    <w:rsid w:val="00457C17"/>
    <w:rsid w:val="004668DA"/>
    <w:rsid w:val="00466B9E"/>
    <w:rsid w:val="00466FCF"/>
    <w:rsid w:val="0047008D"/>
    <w:rsid w:val="00470409"/>
    <w:rsid w:val="00470B38"/>
    <w:rsid w:val="00472574"/>
    <w:rsid w:val="00473A1A"/>
    <w:rsid w:val="004762F6"/>
    <w:rsid w:val="004866CD"/>
    <w:rsid w:val="00487B02"/>
    <w:rsid w:val="00490415"/>
    <w:rsid w:val="0049365A"/>
    <w:rsid w:val="004A17ED"/>
    <w:rsid w:val="004A20EC"/>
    <w:rsid w:val="004B046D"/>
    <w:rsid w:val="004B27F6"/>
    <w:rsid w:val="004B469C"/>
    <w:rsid w:val="004C42B5"/>
    <w:rsid w:val="004C4608"/>
    <w:rsid w:val="004C46A1"/>
    <w:rsid w:val="004C4D41"/>
    <w:rsid w:val="004C52D1"/>
    <w:rsid w:val="004C5A8A"/>
    <w:rsid w:val="004C6DB8"/>
    <w:rsid w:val="004D590D"/>
    <w:rsid w:val="004D6DED"/>
    <w:rsid w:val="004E1FE8"/>
    <w:rsid w:val="004E4324"/>
    <w:rsid w:val="004F0A63"/>
    <w:rsid w:val="004F2E31"/>
    <w:rsid w:val="004F37F0"/>
    <w:rsid w:val="004F66E4"/>
    <w:rsid w:val="004F6FB1"/>
    <w:rsid w:val="005008CC"/>
    <w:rsid w:val="00502951"/>
    <w:rsid w:val="00502FB8"/>
    <w:rsid w:val="00506A29"/>
    <w:rsid w:val="00516BD7"/>
    <w:rsid w:val="00517B07"/>
    <w:rsid w:val="00517E27"/>
    <w:rsid w:val="00520BC2"/>
    <w:rsid w:val="00522E4E"/>
    <w:rsid w:val="0052367B"/>
    <w:rsid w:val="00525B72"/>
    <w:rsid w:val="0052606D"/>
    <w:rsid w:val="0052747F"/>
    <w:rsid w:val="00527C18"/>
    <w:rsid w:val="0053013F"/>
    <w:rsid w:val="005342D6"/>
    <w:rsid w:val="0053602D"/>
    <w:rsid w:val="005364C3"/>
    <w:rsid w:val="0055084D"/>
    <w:rsid w:val="00556C84"/>
    <w:rsid w:val="00557F0C"/>
    <w:rsid w:val="00561903"/>
    <w:rsid w:val="005623DE"/>
    <w:rsid w:val="00565E28"/>
    <w:rsid w:val="00566E4A"/>
    <w:rsid w:val="00567F1A"/>
    <w:rsid w:val="005706C2"/>
    <w:rsid w:val="00570E09"/>
    <w:rsid w:val="00573E1F"/>
    <w:rsid w:val="00580CBD"/>
    <w:rsid w:val="00582991"/>
    <w:rsid w:val="00582D5D"/>
    <w:rsid w:val="00586F16"/>
    <w:rsid w:val="00587E09"/>
    <w:rsid w:val="005925AC"/>
    <w:rsid w:val="0059270B"/>
    <w:rsid w:val="00593BE6"/>
    <w:rsid w:val="0059735E"/>
    <w:rsid w:val="005A117E"/>
    <w:rsid w:val="005B0E45"/>
    <w:rsid w:val="005B6860"/>
    <w:rsid w:val="005C2C6B"/>
    <w:rsid w:val="005C5483"/>
    <w:rsid w:val="005C73DD"/>
    <w:rsid w:val="005D3851"/>
    <w:rsid w:val="005D4359"/>
    <w:rsid w:val="005D469E"/>
    <w:rsid w:val="005D490C"/>
    <w:rsid w:val="005D60E7"/>
    <w:rsid w:val="005E18A8"/>
    <w:rsid w:val="005E1E0E"/>
    <w:rsid w:val="005E70E9"/>
    <w:rsid w:val="005F0B01"/>
    <w:rsid w:val="005F20A1"/>
    <w:rsid w:val="00602500"/>
    <w:rsid w:val="006036DD"/>
    <w:rsid w:val="00604179"/>
    <w:rsid w:val="00606F62"/>
    <w:rsid w:val="00616FDE"/>
    <w:rsid w:val="006171F5"/>
    <w:rsid w:val="0062251F"/>
    <w:rsid w:val="00623D46"/>
    <w:rsid w:val="00623E2C"/>
    <w:rsid w:val="006278B2"/>
    <w:rsid w:val="00632DAA"/>
    <w:rsid w:val="00635D06"/>
    <w:rsid w:val="00636520"/>
    <w:rsid w:val="00637424"/>
    <w:rsid w:val="0063747C"/>
    <w:rsid w:val="00645583"/>
    <w:rsid w:val="006458C7"/>
    <w:rsid w:val="00651B5A"/>
    <w:rsid w:val="00651F41"/>
    <w:rsid w:val="00653DA2"/>
    <w:rsid w:val="00660A60"/>
    <w:rsid w:val="00661A41"/>
    <w:rsid w:val="0067346E"/>
    <w:rsid w:val="0067534D"/>
    <w:rsid w:val="00675897"/>
    <w:rsid w:val="00677072"/>
    <w:rsid w:val="0068185A"/>
    <w:rsid w:val="006A1570"/>
    <w:rsid w:val="006A27B4"/>
    <w:rsid w:val="006A78B9"/>
    <w:rsid w:val="006B08CD"/>
    <w:rsid w:val="006B2DF4"/>
    <w:rsid w:val="006B3D35"/>
    <w:rsid w:val="006B7A4C"/>
    <w:rsid w:val="006C4640"/>
    <w:rsid w:val="006D303B"/>
    <w:rsid w:val="006D3B99"/>
    <w:rsid w:val="006D4F9D"/>
    <w:rsid w:val="006E0A9A"/>
    <w:rsid w:val="006E1213"/>
    <w:rsid w:val="006E1D51"/>
    <w:rsid w:val="006E3741"/>
    <w:rsid w:val="006E7F12"/>
    <w:rsid w:val="006F2C9E"/>
    <w:rsid w:val="006F4B88"/>
    <w:rsid w:val="006F4F34"/>
    <w:rsid w:val="006F50BD"/>
    <w:rsid w:val="006F6661"/>
    <w:rsid w:val="006F7C28"/>
    <w:rsid w:val="006F7EC3"/>
    <w:rsid w:val="00700FFA"/>
    <w:rsid w:val="0070204E"/>
    <w:rsid w:val="00704832"/>
    <w:rsid w:val="00706932"/>
    <w:rsid w:val="00712234"/>
    <w:rsid w:val="00717A27"/>
    <w:rsid w:val="00720027"/>
    <w:rsid w:val="007207E3"/>
    <w:rsid w:val="0072237C"/>
    <w:rsid w:val="007226A7"/>
    <w:rsid w:val="007237B0"/>
    <w:rsid w:val="00730E34"/>
    <w:rsid w:val="0073275B"/>
    <w:rsid w:val="00732E61"/>
    <w:rsid w:val="00733722"/>
    <w:rsid w:val="00733D12"/>
    <w:rsid w:val="007342B2"/>
    <w:rsid w:val="007370EA"/>
    <w:rsid w:val="00741625"/>
    <w:rsid w:val="00741C64"/>
    <w:rsid w:val="00751159"/>
    <w:rsid w:val="00752473"/>
    <w:rsid w:val="0075288D"/>
    <w:rsid w:val="00754557"/>
    <w:rsid w:val="007568F6"/>
    <w:rsid w:val="0076075F"/>
    <w:rsid w:val="00765FC2"/>
    <w:rsid w:val="00766DCF"/>
    <w:rsid w:val="007734CA"/>
    <w:rsid w:val="007801AC"/>
    <w:rsid w:val="00781052"/>
    <w:rsid w:val="007816D8"/>
    <w:rsid w:val="00781A7C"/>
    <w:rsid w:val="00787641"/>
    <w:rsid w:val="00790D18"/>
    <w:rsid w:val="00796A77"/>
    <w:rsid w:val="007A79D0"/>
    <w:rsid w:val="007B2024"/>
    <w:rsid w:val="007B32C8"/>
    <w:rsid w:val="007C0226"/>
    <w:rsid w:val="007C7A18"/>
    <w:rsid w:val="007D08DF"/>
    <w:rsid w:val="007E4D53"/>
    <w:rsid w:val="007E5E7C"/>
    <w:rsid w:val="007E686E"/>
    <w:rsid w:val="007F14AB"/>
    <w:rsid w:val="007F1E81"/>
    <w:rsid w:val="007F29C9"/>
    <w:rsid w:val="0080031C"/>
    <w:rsid w:val="00813B7E"/>
    <w:rsid w:val="00817C94"/>
    <w:rsid w:val="00821FF8"/>
    <w:rsid w:val="00824077"/>
    <w:rsid w:val="00826CA3"/>
    <w:rsid w:val="00840E78"/>
    <w:rsid w:val="0084243F"/>
    <w:rsid w:val="00851ED8"/>
    <w:rsid w:val="00852D5D"/>
    <w:rsid w:val="008635A3"/>
    <w:rsid w:val="008731BE"/>
    <w:rsid w:val="00874198"/>
    <w:rsid w:val="00880766"/>
    <w:rsid w:val="00880BFB"/>
    <w:rsid w:val="00883ACF"/>
    <w:rsid w:val="00883F51"/>
    <w:rsid w:val="00887506"/>
    <w:rsid w:val="00890266"/>
    <w:rsid w:val="00890379"/>
    <w:rsid w:val="00890F31"/>
    <w:rsid w:val="008A4707"/>
    <w:rsid w:val="008B4A50"/>
    <w:rsid w:val="008B67E3"/>
    <w:rsid w:val="008C18B1"/>
    <w:rsid w:val="008C1C9F"/>
    <w:rsid w:val="008C4A81"/>
    <w:rsid w:val="008C5B30"/>
    <w:rsid w:val="008D0F53"/>
    <w:rsid w:val="008D2E00"/>
    <w:rsid w:val="008E350A"/>
    <w:rsid w:val="008E6A17"/>
    <w:rsid w:val="008F7751"/>
    <w:rsid w:val="008F7EE8"/>
    <w:rsid w:val="009007D3"/>
    <w:rsid w:val="00900BAE"/>
    <w:rsid w:val="00900F86"/>
    <w:rsid w:val="00901CAC"/>
    <w:rsid w:val="00902D02"/>
    <w:rsid w:val="009037C8"/>
    <w:rsid w:val="009063E2"/>
    <w:rsid w:val="00910BAB"/>
    <w:rsid w:val="0091315A"/>
    <w:rsid w:val="009237A6"/>
    <w:rsid w:val="00924BE6"/>
    <w:rsid w:val="009267BE"/>
    <w:rsid w:val="00926EE9"/>
    <w:rsid w:val="00934943"/>
    <w:rsid w:val="0093568B"/>
    <w:rsid w:val="009363DA"/>
    <w:rsid w:val="00941AA6"/>
    <w:rsid w:val="00942144"/>
    <w:rsid w:val="00951B63"/>
    <w:rsid w:val="009522F2"/>
    <w:rsid w:val="009525BB"/>
    <w:rsid w:val="009529F5"/>
    <w:rsid w:val="009531DC"/>
    <w:rsid w:val="00954A40"/>
    <w:rsid w:val="00954BF2"/>
    <w:rsid w:val="00963D89"/>
    <w:rsid w:val="00967E35"/>
    <w:rsid w:val="009765E6"/>
    <w:rsid w:val="00986FB6"/>
    <w:rsid w:val="00991060"/>
    <w:rsid w:val="009A3D44"/>
    <w:rsid w:val="009B1407"/>
    <w:rsid w:val="009B61EA"/>
    <w:rsid w:val="009B6AFF"/>
    <w:rsid w:val="009B6C32"/>
    <w:rsid w:val="009C0914"/>
    <w:rsid w:val="009C138A"/>
    <w:rsid w:val="009C2D4E"/>
    <w:rsid w:val="009D2048"/>
    <w:rsid w:val="009D3DD5"/>
    <w:rsid w:val="009D3E4D"/>
    <w:rsid w:val="009D5F48"/>
    <w:rsid w:val="009E40C7"/>
    <w:rsid w:val="009E4960"/>
    <w:rsid w:val="009E76A1"/>
    <w:rsid w:val="009E7804"/>
    <w:rsid w:val="009E7E8B"/>
    <w:rsid w:val="009E7FED"/>
    <w:rsid w:val="009F3548"/>
    <w:rsid w:val="009F426D"/>
    <w:rsid w:val="009F5585"/>
    <w:rsid w:val="00A0013D"/>
    <w:rsid w:val="00A00A66"/>
    <w:rsid w:val="00A01A09"/>
    <w:rsid w:val="00A02DB4"/>
    <w:rsid w:val="00A0472A"/>
    <w:rsid w:val="00A07E9D"/>
    <w:rsid w:val="00A10025"/>
    <w:rsid w:val="00A103D8"/>
    <w:rsid w:val="00A11E32"/>
    <w:rsid w:val="00A14774"/>
    <w:rsid w:val="00A148DC"/>
    <w:rsid w:val="00A17310"/>
    <w:rsid w:val="00A302D6"/>
    <w:rsid w:val="00A305AD"/>
    <w:rsid w:val="00A36642"/>
    <w:rsid w:val="00A37EBB"/>
    <w:rsid w:val="00A46D7F"/>
    <w:rsid w:val="00A50153"/>
    <w:rsid w:val="00A60238"/>
    <w:rsid w:val="00A60DFC"/>
    <w:rsid w:val="00A714C5"/>
    <w:rsid w:val="00A7567E"/>
    <w:rsid w:val="00A75EF2"/>
    <w:rsid w:val="00A75F14"/>
    <w:rsid w:val="00A81AC2"/>
    <w:rsid w:val="00A84621"/>
    <w:rsid w:val="00A86BED"/>
    <w:rsid w:val="00A90058"/>
    <w:rsid w:val="00A9217C"/>
    <w:rsid w:val="00AA63B9"/>
    <w:rsid w:val="00AC06B6"/>
    <w:rsid w:val="00AC1363"/>
    <w:rsid w:val="00AC1CEB"/>
    <w:rsid w:val="00AD22AE"/>
    <w:rsid w:val="00AD2567"/>
    <w:rsid w:val="00AD2935"/>
    <w:rsid w:val="00AD64B9"/>
    <w:rsid w:val="00AE3323"/>
    <w:rsid w:val="00AE44DE"/>
    <w:rsid w:val="00AE460D"/>
    <w:rsid w:val="00AE4622"/>
    <w:rsid w:val="00AE7022"/>
    <w:rsid w:val="00AF7FA4"/>
    <w:rsid w:val="00B036FC"/>
    <w:rsid w:val="00B049E7"/>
    <w:rsid w:val="00B05666"/>
    <w:rsid w:val="00B06048"/>
    <w:rsid w:val="00B1096E"/>
    <w:rsid w:val="00B14714"/>
    <w:rsid w:val="00B17448"/>
    <w:rsid w:val="00B17E86"/>
    <w:rsid w:val="00B21B97"/>
    <w:rsid w:val="00B220D8"/>
    <w:rsid w:val="00B22368"/>
    <w:rsid w:val="00B22371"/>
    <w:rsid w:val="00B22EE1"/>
    <w:rsid w:val="00B2454E"/>
    <w:rsid w:val="00B30394"/>
    <w:rsid w:val="00B320EA"/>
    <w:rsid w:val="00B36920"/>
    <w:rsid w:val="00B41982"/>
    <w:rsid w:val="00B52366"/>
    <w:rsid w:val="00B61B01"/>
    <w:rsid w:val="00B7127A"/>
    <w:rsid w:val="00B73DE0"/>
    <w:rsid w:val="00B85DC4"/>
    <w:rsid w:val="00B86C2C"/>
    <w:rsid w:val="00BA02BD"/>
    <w:rsid w:val="00BA2431"/>
    <w:rsid w:val="00BB27E5"/>
    <w:rsid w:val="00BB3085"/>
    <w:rsid w:val="00BB3A65"/>
    <w:rsid w:val="00BB5E70"/>
    <w:rsid w:val="00BB69CF"/>
    <w:rsid w:val="00BC07F3"/>
    <w:rsid w:val="00BC270B"/>
    <w:rsid w:val="00BC347C"/>
    <w:rsid w:val="00BC3F8B"/>
    <w:rsid w:val="00BC7403"/>
    <w:rsid w:val="00BD1515"/>
    <w:rsid w:val="00BD184A"/>
    <w:rsid w:val="00BD384B"/>
    <w:rsid w:val="00BD6BCE"/>
    <w:rsid w:val="00BD77DB"/>
    <w:rsid w:val="00BE163D"/>
    <w:rsid w:val="00BE27FF"/>
    <w:rsid w:val="00BF0D96"/>
    <w:rsid w:val="00BF0EC3"/>
    <w:rsid w:val="00BF55DE"/>
    <w:rsid w:val="00BF5AB0"/>
    <w:rsid w:val="00C05341"/>
    <w:rsid w:val="00C071D8"/>
    <w:rsid w:val="00C11406"/>
    <w:rsid w:val="00C1762A"/>
    <w:rsid w:val="00C265AE"/>
    <w:rsid w:val="00C32FA5"/>
    <w:rsid w:val="00C331B9"/>
    <w:rsid w:val="00C376D7"/>
    <w:rsid w:val="00C40980"/>
    <w:rsid w:val="00C43079"/>
    <w:rsid w:val="00C509F8"/>
    <w:rsid w:val="00C51E03"/>
    <w:rsid w:val="00C53315"/>
    <w:rsid w:val="00C55585"/>
    <w:rsid w:val="00C561B7"/>
    <w:rsid w:val="00C65895"/>
    <w:rsid w:val="00C720A9"/>
    <w:rsid w:val="00C72685"/>
    <w:rsid w:val="00C737D4"/>
    <w:rsid w:val="00C81E05"/>
    <w:rsid w:val="00C8685B"/>
    <w:rsid w:val="00C93029"/>
    <w:rsid w:val="00C95123"/>
    <w:rsid w:val="00C97B72"/>
    <w:rsid w:val="00CA113C"/>
    <w:rsid w:val="00CA46EA"/>
    <w:rsid w:val="00CB03FE"/>
    <w:rsid w:val="00CB1BE6"/>
    <w:rsid w:val="00CB1F64"/>
    <w:rsid w:val="00CB20F8"/>
    <w:rsid w:val="00CB459E"/>
    <w:rsid w:val="00CC133A"/>
    <w:rsid w:val="00CC1985"/>
    <w:rsid w:val="00CC3EE9"/>
    <w:rsid w:val="00CC6A1D"/>
    <w:rsid w:val="00CC71D5"/>
    <w:rsid w:val="00CD2EDE"/>
    <w:rsid w:val="00CD658F"/>
    <w:rsid w:val="00CE614D"/>
    <w:rsid w:val="00CE7C01"/>
    <w:rsid w:val="00CF0D6B"/>
    <w:rsid w:val="00CF0D7D"/>
    <w:rsid w:val="00CF2A0A"/>
    <w:rsid w:val="00D0002C"/>
    <w:rsid w:val="00D02470"/>
    <w:rsid w:val="00D04DDA"/>
    <w:rsid w:val="00D10E0B"/>
    <w:rsid w:val="00D11816"/>
    <w:rsid w:val="00D16B5F"/>
    <w:rsid w:val="00D21DE3"/>
    <w:rsid w:val="00D22867"/>
    <w:rsid w:val="00D23A51"/>
    <w:rsid w:val="00D25DF2"/>
    <w:rsid w:val="00D267EC"/>
    <w:rsid w:val="00D26840"/>
    <w:rsid w:val="00D36E8D"/>
    <w:rsid w:val="00D462C6"/>
    <w:rsid w:val="00D5384A"/>
    <w:rsid w:val="00D547ED"/>
    <w:rsid w:val="00D65438"/>
    <w:rsid w:val="00D70835"/>
    <w:rsid w:val="00D74E27"/>
    <w:rsid w:val="00D77380"/>
    <w:rsid w:val="00D82C54"/>
    <w:rsid w:val="00D83B31"/>
    <w:rsid w:val="00D864A9"/>
    <w:rsid w:val="00D90EAC"/>
    <w:rsid w:val="00D95B20"/>
    <w:rsid w:val="00D95CF6"/>
    <w:rsid w:val="00DA02F0"/>
    <w:rsid w:val="00DA2A6D"/>
    <w:rsid w:val="00DA4865"/>
    <w:rsid w:val="00DA58CB"/>
    <w:rsid w:val="00DB4275"/>
    <w:rsid w:val="00DB678A"/>
    <w:rsid w:val="00DC3943"/>
    <w:rsid w:val="00DC4173"/>
    <w:rsid w:val="00DC43B1"/>
    <w:rsid w:val="00DC69F8"/>
    <w:rsid w:val="00DC7C26"/>
    <w:rsid w:val="00DD4780"/>
    <w:rsid w:val="00DD6C1C"/>
    <w:rsid w:val="00DE382B"/>
    <w:rsid w:val="00DE57B0"/>
    <w:rsid w:val="00DF4A6F"/>
    <w:rsid w:val="00DF67F0"/>
    <w:rsid w:val="00E00BDF"/>
    <w:rsid w:val="00E01D46"/>
    <w:rsid w:val="00E03AB5"/>
    <w:rsid w:val="00E154E1"/>
    <w:rsid w:val="00E20DDC"/>
    <w:rsid w:val="00E228FF"/>
    <w:rsid w:val="00E26BE0"/>
    <w:rsid w:val="00E308AB"/>
    <w:rsid w:val="00E3325A"/>
    <w:rsid w:val="00E47F4C"/>
    <w:rsid w:val="00E5242B"/>
    <w:rsid w:val="00E52B03"/>
    <w:rsid w:val="00E5416A"/>
    <w:rsid w:val="00E550BA"/>
    <w:rsid w:val="00E57FA5"/>
    <w:rsid w:val="00E61AAE"/>
    <w:rsid w:val="00E628A5"/>
    <w:rsid w:val="00E630A1"/>
    <w:rsid w:val="00E65348"/>
    <w:rsid w:val="00E6690A"/>
    <w:rsid w:val="00E705B6"/>
    <w:rsid w:val="00E70C05"/>
    <w:rsid w:val="00E72512"/>
    <w:rsid w:val="00E72593"/>
    <w:rsid w:val="00E846F3"/>
    <w:rsid w:val="00E8661E"/>
    <w:rsid w:val="00E93A1D"/>
    <w:rsid w:val="00E93E2D"/>
    <w:rsid w:val="00EA0608"/>
    <w:rsid w:val="00EA0F35"/>
    <w:rsid w:val="00EA1E80"/>
    <w:rsid w:val="00EA2F6E"/>
    <w:rsid w:val="00EA55CC"/>
    <w:rsid w:val="00EA72DE"/>
    <w:rsid w:val="00EB6557"/>
    <w:rsid w:val="00EC54C1"/>
    <w:rsid w:val="00EC6744"/>
    <w:rsid w:val="00EC6C87"/>
    <w:rsid w:val="00EC716E"/>
    <w:rsid w:val="00ED49AC"/>
    <w:rsid w:val="00EE1E97"/>
    <w:rsid w:val="00EE2759"/>
    <w:rsid w:val="00EF0197"/>
    <w:rsid w:val="00EF0283"/>
    <w:rsid w:val="00EF0801"/>
    <w:rsid w:val="00EF3A1E"/>
    <w:rsid w:val="00F003D4"/>
    <w:rsid w:val="00F00440"/>
    <w:rsid w:val="00F004BE"/>
    <w:rsid w:val="00F0195E"/>
    <w:rsid w:val="00F117DD"/>
    <w:rsid w:val="00F1248A"/>
    <w:rsid w:val="00F14E02"/>
    <w:rsid w:val="00F20C2B"/>
    <w:rsid w:val="00F2452A"/>
    <w:rsid w:val="00F27889"/>
    <w:rsid w:val="00F3035C"/>
    <w:rsid w:val="00F353EC"/>
    <w:rsid w:val="00F36F42"/>
    <w:rsid w:val="00F37062"/>
    <w:rsid w:val="00F37267"/>
    <w:rsid w:val="00F40F9C"/>
    <w:rsid w:val="00F432BC"/>
    <w:rsid w:val="00F43F76"/>
    <w:rsid w:val="00F5356E"/>
    <w:rsid w:val="00F53D59"/>
    <w:rsid w:val="00F53DB8"/>
    <w:rsid w:val="00F54865"/>
    <w:rsid w:val="00F55F6F"/>
    <w:rsid w:val="00F624B7"/>
    <w:rsid w:val="00F702FB"/>
    <w:rsid w:val="00F708A0"/>
    <w:rsid w:val="00F70CE0"/>
    <w:rsid w:val="00F82A88"/>
    <w:rsid w:val="00F8613E"/>
    <w:rsid w:val="00F86C3B"/>
    <w:rsid w:val="00FB05B0"/>
    <w:rsid w:val="00FB3A4A"/>
    <w:rsid w:val="00FB6525"/>
    <w:rsid w:val="00FC067E"/>
    <w:rsid w:val="00FC5FDF"/>
    <w:rsid w:val="00FC695D"/>
    <w:rsid w:val="00FC71F3"/>
    <w:rsid w:val="00FC7D71"/>
    <w:rsid w:val="00FD1130"/>
    <w:rsid w:val="00FD1E0B"/>
    <w:rsid w:val="00FD3539"/>
    <w:rsid w:val="00FD3833"/>
    <w:rsid w:val="00FE4BFF"/>
    <w:rsid w:val="00FE55D4"/>
    <w:rsid w:val="00FE5A93"/>
    <w:rsid w:val="00FF4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643560"/>
  <w15:docId w15:val="{0A8965C8-B9FF-4C1E-BB97-4C9A4404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6819"/>
  </w:style>
  <w:style w:type="paragraph" w:styleId="1">
    <w:name w:val="heading 1"/>
    <w:basedOn w:val="a"/>
    <w:next w:val="a"/>
    <w:link w:val="10"/>
    <w:qFormat/>
    <w:rsid w:val="001B6819"/>
    <w:pPr>
      <w:keepNext/>
      <w:pBdr>
        <w:top w:val="thinThickLargeGap" w:sz="24" w:space="1" w:color="auto"/>
      </w:pBdr>
      <w:outlineLvl w:val="0"/>
    </w:pPr>
    <w:rPr>
      <w:sz w:val="28"/>
    </w:rPr>
  </w:style>
  <w:style w:type="paragraph" w:styleId="4">
    <w:name w:val="heading 4"/>
    <w:basedOn w:val="a"/>
    <w:next w:val="a"/>
    <w:qFormat/>
    <w:rsid w:val="001B6819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706E"/>
    <w:rPr>
      <w:sz w:val="28"/>
    </w:rPr>
  </w:style>
  <w:style w:type="paragraph" w:styleId="a3">
    <w:name w:val="Body Text"/>
    <w:basedOn w:val="a"/>
    <w:link w:val="a4"/>
    <w:rsid w:val="001B6819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04706E"/>
    <w:rPr>
      <w:b/>
      <w:sz w:val="32"/>
    </w:rPr>
  </w:style>
  <w:style w:type="paragraph" w:styleId="a5">
    <w:name w:val="Plain Text"/>
    <w:basedOn w:val="a"/>
    <w:rsid w:val="001B6819"/>
    <w:rPr>
      <w:rFonts w:ascii="Courier New" w:hAnsi="Courier New"/>
    </w:rPr>
  </w:style>
  <w:style w:type="paragraph" w:styleId="a6">
    <w:name w:val="Title"/>
    <w:basedOn w:val="a"/>
    <w:qFormat/>
    <w:rsid w:val="001B6819"/>
    <w:pPr>
      <w:jc w:val="center"/>
    </w:pPr>
    <w:rPr>
      <w:sz w:val="28"/>
    </w:rPr>
  </w:style>
  <w:style w:type="paragraph" w:styleId="a7">
    <w:name w:val="Body Text Indent"/>
    <w:basedOn w:val="a"/>
    <w:rsid w:val="001B6819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rsid w:val="001B68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0E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1B6819"/>
    <w:pPr>
      <w:spacing w:after="120"/>
    </w:pPr>
    <w:rPr>
      <w:sz w:val="16"/>
      <w:szCs w:val="16"/>
    </w:rPr>
  </w:style>
  <w:style w:type="paragraph" w:styleId="2">
    <w:name w:val="Body Text 2"/>
    <w:basedOn w:val="a"/>
    <w:rsid w:val="001B6819"/>
    <w:pPr>
      <w:spacing w:after="120" w:line="480" w:lineRule="auto"/>
    </w:pPr>
  </w:style>
  <w:style w:type="paragraph" w:customStyle="1" w:styleId="aa">
    <w:name w:val="подпись"/>
    <w:basedOn w:val="a"/>
    <w:rsid w:val="001B6819"/>
    <w:pPr>
      <w:tabs>
        <w:tab w:val="left" w:pos="6804"/>
      </w:tabs>
      <w:spacing w:line="240" w:lineRule="atLeast"/>
      <w:ind w:right="4820"/>
    </w:pPr>
    <w:rPr>
      <w:sz w:val="28"/>
    </w:rPr>
  </w:style>
  <w:style w:type="paragraph" w:customStyle="1" w:styleId="ConsPlusNormal">
    <w:name w:val="ConsPlusNormal"/>
    <w:rsid w:val="009525BB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C930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note text"/>
    <w:basedOn w:val="a"/>
    <w:link w:val="ad"/>
    <w:rsid w:val="00BC07F3"/>
  </w:style>
  <w:style w:type="character" w:customStyle="1" w:styleId="ad">
    <w:name w:val="Текст сноски Знак"/>
    <w:basedOn w:val="a0"/>
    <w:link w:val="ac"/>
    <w:rsid w:val="00BC07F3"/>
  </w:style>
  <w:style w:type="character" w:styleId="ae">
    <w:name w:val="footnote reference"/>
    <w:basedOn w:val="a0"/>
    <w:rsid w:val="00BC07F3"/>
    <w:rPr>
      <w:vertAlign w:val="superscript"/>
    </w:rPr>
  </w:style>
  <w:style w:type="paragraph" w:customStyle="1" w:styleId="ConsPlusTitle">
    <w:name w:val="ConsPlusTitle"/>
    <w:uiPriority w:val="99"/>
    <w:rsid w:val="00B0604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">
    <w:name w:val="Hyperlink"/>
    <w:basedOn w:val="a0"/>
    <w:rsid w:val="00DB678A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1E3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E3275"/>
    <w:pPr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af1">
    <w:name w:val="Текст концевой сноски Знак"/>
    <w:basedOn w:val="a0"/>
    <w:link w:val="af2"/>
    <w:uiPriority w:val="99"/>
    <w:semiHidden/>
    <w:rsid w:val="00730E34"/>
    <w:rPr>
      <w:rFonts w:asciiTheme="minorHAnsi" w:eastAsiaTheme="minorHAnsi" w:hAnsiTheme="minorHAnsi" w:cstheme="minorBidi"/>
      <w:lang w:eastAsia="en-US"/>
    </w:rPr>
  </w:style>
  <w:style w:type="paragraph" w:styleId="af2">
    <w:name w:val="endnote text"/>
    <w:basedOn w:val="a"/>
    <w:link w:val="af1"/>
    <w:uiPriority w:val="99"/>
    <w:semiHidden/>
    <w:unhideWhenUsed/>
    <w:rsid w:val="00730E34"/>
    <w:rPr>
      <w:rFonts w:asciiTheme="minorHAnsi" w:eastAsiaTheme="minorHAnsi" w:hAnsiTheme="minorHAnsi" w:cstheme="minorBidi"/>
      <w:lang w:eastAsia="en-US"/>
    </w:rPr>
  </w:style>
  <w:style w:type="paragraph" w:styleId="af3">
    <w:name w:val="header"/>
    <w:basedOn w:val="a"/>
    <w:link w:val="af4"/>
    <w:uiPriority w:val="99"/>
    <w:unhideWhenUsed/>
    <w:rsid w:val="00730E3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730E3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730E3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730E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7">
    <w:name w:val="Оглавление_"/>
    <w:basedOn w:val="a0"/>
    <w:link w:val="af8"/>
    <w:rsid w:val="00D02470"/>
    <w:rPr>
      <w:sz w:val="28"/>
      <w:szCs w:val="28"/>
      <w:shd w:val="clear" w:color="auto" w:fill="FFFFFF"/>
    </w:rPr>
  </w:style>
  <w:style w:type="paragraph" w:customStyle="1" w:styleId="af8">
    <w:name w:val="Оглавление"/>
    <w:basedOn w:val="a"/>
    <w:link w:val="af7"/>
    <w:rsid w:val="00D02470"/>
    <w:pPr>
      <w:widowControl w:val="0"/>
      <w:shd w:val="clear" w:color="auto" w:fill="FFFFFF"/>
      <w:spacing w:before="420" w:line="322" w:lineRule="exact"/>
      <w:jc w:val="both"/>
    </w:pPr>
    <w:rPr>
      <w:sz w:val="28"/>
      <w:szCs w:val="28"/>
    </w:rPr>
  </w:style>
  <w:style w:type="table" w:customStyle="1" w:styleId="11">
    <w:name w:val="Сетка таблицы1"/>
    <w:basedOn w:val="a1"/>
    <w:next w:val="af0"/>
    <w:rsid w:val="00D02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0"/>
    <w:rsid w:val="008C5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Основной текст (3)_"/>
    <w:basedOn w:val="a0"/>
    <w:link w:val="31"/>
    <w:rsid w:val="004E4324"/>
    <w:rPr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4E4324"/>
    <w:pPr>
      <w:widowControl w:val="0"/>
      <w:shd w:val="clear" w:color="auto" w:fill="FFFFFF"/>
      <w:spacing w:after="300" w:line="322" w:lineRule="exact"/>
      <w:ind w:hanging="620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87;&#1091;&#1085;&#1082;&#1090;&#1080;&#1088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ABEB1-E855-4D3D-AEF2-91F40F08E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пунктир1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KPI</dc:creator>
  <cp:keywords/>
  <dc:description/>
  <cp:lastModifiedBy>Юлия И. Исаева</cp:lastModifiedBy>
  <cp:revision>2</cp:revision>
  <cp:lastPrinted>2020-04-20T14:28:00Z</cp:lastPrinted>
  <dcterms:created xsi:type="dcterms:W3CDTF">2020-04-29T20:17:00Z</dcterms:created>
  <dcterms:modified xsi:type="dcterms:W3CDTF">2020-04-29T20:17:00Z</dcterms:modified>
</cp:coreProperties>
</file>