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5416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C376D7" w:rsidRPr="0050791B" w14:paraId="328A807B" w14:textId="77777777" w:rsidTr="00C376D7">
        <w:tc>
          <w:tcPr>
            <w:tcW w:w="5416" w:type="dxa"/>
          </w:tcPr>
          <w:p w14:paraId="2C3413B4" w14:textId="77777777" w:rsidR="00C376D7" w:rsidRPr="0050791B" w:rsidRDefault="00C376D7" w:rsidP="00487B02">
            <w:pPr>
              <w:ind w:left="34"/>
              <w:jc w:val="both"/>
              <w:rPr>
                <w:sz w:val="28"/>
                <w:szCs w:val="28"/>
              </w:rPr>
            </w:pPr>
            <w:r w:rsidRPr="0050791B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64E4A493" w14:textId="77777777" w:rsidR="00C376D7" w:rsidRPr="0050791B" w:rsidRDefault="00C376D7" w:rsidP="00487B02">
            <w:pPr>
              <w:pStyle w:val="af8"/>
              <w:shd w:val="clear" w:color="auto" w:fill="auto"/>
              <w:tabs>
                <w:tab w:val="left" w:leader="underscore" w:pos="5266"/>
              </w:tabs>
              <w:spacing w:before="0" w:line="240" w:lineRule="auto"/>
              <w:contextualSpacing/>
              <w:rPr>
                <w:noProof/>
                <w:sz w:val="24"/>
                <w:szCs w:val="24"/>
              </w:rPr>
            </w:pPr>
          </w:p>
        </w:tc>
      </w:tr>
      <w:tr w:rsidR="00C376D7" w:rsidRPr="0050791B" w14:paraId="774AF439" w14:textId="77777777" w:rsidTr="00C376D7">
        <w:tc>
          <w:tcPr>
            <w:tcW w:w="5416" w:type="dxa"/>
          </w:tcPr>
          <w:p w14:paraId="066FC9CD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center"/>
            </w:pPr>
            <w:r w:rsidRPr="0050791B">
              <w:t>фамилия, инициалы</w:t>
            </w:r>
          </w:p>
          <w:p w14:paraId="099D6C28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C376D7" w:rsidRPr="0050791B" w14:paraId="2FB33B72" w14:textId="77777777" w:rsidTr="00C376D7">
        <w:tc>
          <w:tcPr>
            <w:tcW w:w="5416" w:type="dxa"/>
          </w:tcPr>
          <w:p w14:paraId="118829AB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376D7" w:rsidRPr="0050791B" w14:paraId="1853C64C" w14:textId="77777777" w:rsidTr="00C376D7">
        <w:tc>
          <w:tcPr>
            <w:tcW w:w="5416" w:type="dxa"/>
          </w:tcPr>
          <w:p w14:paraId="09FC5258" w14:textId="77777777" w:rsidR="00C376D7" w:rsidRPr="0050791B" w:rsidRDefault="00C376D7" w:rsidP="00487B02">
            <w:pPr>
              <w:tabs>
                <w:tab w:val="left" w:pos="6096"/>
              </w:tabs>
              <w:jc w:val="center"/>
            </w:pPr>
            <w:r w:rsidRPr="0050791B">
              <w:t>фамилия, имя, отчество (при наличии)</w:t>
            </w:r>
          </w:p>
          <w:p w14:paraId="2FEFA9D9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C376D7" w:rsidRPr="0050791B" w14:paraId="3403A518" w14:textId="77777777" w:rsidTr="00C376D7">
        <w:tc>
          <w:tcPr>
            <w:tcW w:w="5416" w:type="dxa"/>
          </w:tcPr>
          <w:p w14:paraId="60EB0AA1" w14:textId="77777777" w:rsidR="00C376D7" w:rsidRPr="0050791B" w:rsidRDefault="00C376D7" w:rsidP="00487B02">
            <w:pPr>
              <w:tabs>
                <w:tab w:val="left" w:pos="6096"/>
              </w:tabs>
              <w:jc w:val="center"/>
              <w:rPr>
                <w:sz w:val="24"/>
                <w:szCs w:val="24"/>
              </w:rPr>
            </w:pPr>
          </w:p>
        </w:tc>
      </w:tr>
      <w:tr w:rsidR="00C376D7" w:rsidRPr="0050791B" w14:paraId="777D90F6" w14:textId="77777777" w:rsidTr="00C376D7">
        <w:tc>
          <w:tcPr>
            <w:tcW w:w="5416" w:type="dxa"/>
          </w:tcPr>
          <w:p w14:paraId="0AE1650F" w14:textId="77777777" w:rsidR="00C376D7" w:rsidRPr="0050791B" w:rsidRDefault="00C376D7" w:rsidP="00487B02">
            <w:pPr>
              <w:jc w:val="center"/>
            </w:pPr>
            <w:r w:rsidRPr="0050791B">
              <w:t>место жительства</w:t>
            </w:r>
          </w:p>
          <w:p w14:paraId="03EEB40A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376D7" w:rsidRPr="0050791B" w14:paraId="5755F2D3" w14:textId="77777777" w:rsidTr="00C376D7">
        <w:tc>
          <w:tcPr>
            <w:tcW w:w="5416" w:type="dxa"/>
          </w:tcPr>
          <w:p w14:paraId="272F2973" w14:textId="77777777" w:rsidR="00C376D7" w:rsidRPr="0050791B" w:rsidRDefault="00C376D7" w:rsidP="00487B02">
            <w:pPr>
              <w:jc w:val="center"/>
              <w:rPr>
                <w:sz w:val="24"/>
                <w:szCs w:val="24"/>
              </w:rPr>
            </w:pPr>
          </w:p>
        </w:tc>
      </w:tr>
      <w:tr w:rsidR="00C376D7" w:rsidRPr="0050791B" w14:paraId="57DFFB99" w14:textId="77777777" w:rsidTr="00C376D7">
        <w:tc>
          <w:tcPr>
            <w:tcW w:w="5416" w:type="dxa"/>
          </w:tcPr>
          <w:p w14:paraId="17515E86" w14:textId="77777777" w:rsidR="00C376D7" w:rsidRPr="0050791B" w:rsidRDefault="00C376D7" w:rsidP="00487B02">
            <w:pPr>
              <w:jc w:val="center"/>
            </w:pPr>
            <w:r w:rsidRPr="0050791B">
              <w:t>наименование документа, удостоверяющего личность (серия, номер, кем и когда выдан)</w:t>
            </w:r>
          </w:p>
          <w:p w14:paraId="27A3F44D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C376D7" w:rsidRPr="0050791B" w14:paraId="67D9D302" w14:textId="77777777" w:rsidTr="00C376D7">
        <w:tc>
          <w:tcPr>
            <w:tcW w:w="5416" w:type="dxa"/>
          </w:tcPr>
          <w:p w14:paraId="46C3FD50" w14:textId="77777777" w:rsidR="00C376D7" w:rsidRPr="0050791B" w:rsidRDefault="00C376D7" w:rsidP="00487B02">
            <w:pPr>
              <w:jc w:val="center"/>
              <w:rPr>
                <w:sz w:val="24"/>
                <w:szCs w:val="24"/>
              </w:rPr>
            </w:pPr>
          </w:p>
        </w:tc>
      </w:tr>
      <w:tr w:rsidR="00C376D7" w:rsidRPr="0050791B" w14:paraId="43C356D1" w14:textId="77777777" w:rsidTr="00C376D7">
        <w:trPr>
          <w:trHeight w:val="233"/>
        </w:trPr>
        <w:tc>
          <w:tcPr>
            <w:tcW w:w="5416" w:type="dxa"/>
          </w:tcPr>
          <w:p w14:paraId="2A80D19D" w14:textId="77777777" w:rsidR="00C376D7" w:rsidRPr="0050791B" w:rsidRDefault="00C376D7" w:rsidP="00487B02">
            <w:pPr>
              <w:jc w:val="center"/>
            </w:pPr>
            <w:r w:rsidRPr="0050791B">
              <w:t>почтовый адрес и (или) адрес электронной почты,</w:t>
            </w:r>
          </w:p>
          <w:p w14:paraId="2AF63E5E" w14:textId="77777777" w:rsidR="00C376D7" w:rsidRPr="0050791B" w:rsidRDefault="00C376D7" w:rsidP="00487B0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C376D7" w:rsidRPr="0050791B" w14:paraId="1CB0DD31" w14:textId="77777777" w:rsidTr="00C376D7">
        <w:trPr>
          <w:trHeight w:val="232"/>
        </w:trPr>
        <w:tc>
          <w:tcPr>
            <w:tcW w:w="5416" w:type="dxa"/>
          </w:tcPr>
          <w:p w14:paraId="37E67262" w14:textId="77777777" w:rsidR="00C376D7" w:rsidRPr="0050791B" w:rsidRDefault="00C376D7" w:rsidP="00487B02">
            <w:pPr>
              <w:jc w:val="center"/>
            </w:pPr>
            <w:r w:rsidRPr="0050791B">
              <w:t>номер телефона для связи</w:t>
            </w:r>
          </w:p>
          <w:p w14:paraId="1EBEE701" w14:textId="77777777" w:rsidR="00C376D7" w:rsidRPr="0050791B" w:rsidRDefault="00C376D7" w:rsidP="00487B0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82273BF" w14:textId="0AFCD5BA" w:rsidR="00C376D7" w:rsidRDefault="00C376D7" w:rsidP="00C376D7">
      <w:pPr>
        <w:ind w:left="3686"/>
        <w:jc w:val="both"/>
        <w:rPr>
          <w:sz w:val="24"/>
          <w:szCs w:val="24"/>
        </w:rPr>
      </w:pPr>
    </w:p>
    <w:p w14:paraId="6CBF4325" w14:textId="77777777" w:rsidR="00C376D7" w:rsidRPr="0050791B" w:rsidRDefault="00C376D7" w:rsidP="009248A5">
      <w:pPr>
        <w:jc w:val="center"/>
        <w:rPr>
          <w:sz w:val="28"/>
          <w:szCs w:val="24"/>
        </w:rPr>
      </w:pPr>
      <w:r w:rsidRPr="0050791B">
        <w:rPr>
          <w:sz w:val="28"/>
          <w:szCs w:val="24"/>
        </w:rPr>
        <w:t>заявление</w:t>
      </w:r>
    </w:p>
    <w:p w14:paraId="007FDDB4" w14:textId="73F71633" w:rsidR="00C376D7" w:rsidRDefault="00C376D7" w:rsidP="00C376D7">
      <w:pPr>
        <w:ind w:left="3686"/>
        <w:jc w:val="both"/>
        <w:rPr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8"/>
        <w:gridCol w:w="742"/>
        <w:gridCol w:w="1625"/>
        <w:gridCol w:w="1263"/>
        <w:gridCol w:w="1386"/>
        <w:gridCol w:w="1537"/>
        <w:gridCol w:w="2540"/>
        <w:gridCol w:w="10"/>
      </w:tblGrid>
      <w:tr w:rsidR="00372BF1" w:rsidRPr="005F3F6A" w14:paraId="1C49A18D" w14:textId="77777777" w:rsidTr="00372BF1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CF5055" w14:textId="77777777" w:rsidR="00372BF1" w:rsidRPr="005F3F6A" w:rsidRDefault="00372BF1" w:rsidP="00D56D1E">
            <w:pPr>
              <w:ind w:firstLine="709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Прошу предварительно согласовать предоставление земельного участка с</w:t>
            </w:r>
          </w:p>
        </w:tc>
      </w:tr>
      <w:tr w:rsidR="00372BF1" w:rsidRPr="005F3F6A" w14:paraId="13F39F35" w14:textId="77777777" w:rsidTr="00372BF1">
        <w:tc>
          <w:tcPr>
            <w:tcW w:w="44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C75B70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кадастровым (условным) номером</w:t>
            </w:r>
          </w:p>
        </w:tc>
        <w:tc>
          <w:tcPr>
            <w:tcW w:w="5473" w:type="dxa"/>
            <w:gridSpan w:val="4"/>
            <w:tcBorders>
              <w:top w:val="nil"/>
              <w:left w:val="nil"/>
              <w:right w:val="nil"/>
            </w:tcBorders>
          </w:tcPr>
          <w:p w14:paraId="2E0BC0E3" w14:textId="77777777" w:rsidR="00372BF1" w:rsidRPr="005F3F6A" w:rsidRDefault="00372BF1" w:rsidP="00D56D1E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,</w:t>
            </w:r>
          </w:p>
        </w:tc>
      </w:tr>
      <w:tr w:rsidR="00372BF1" w:rsidRPr="005F3F6A" w14:paraId="577A058E" w14:textId="77777777" w:rsidTr="00372BF1">
        <w:tc>
          <w:tcPr>
            <w:tcW w:w="5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2F6676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расположенного по адресу (местоположение):</w:t>
            </w:r>
          </w:p>
        </w:tc>
        <w:tc>
          <w:tcPr>
            <w:tcW w:w="408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7A64CE" w14:textId="77777777" w:rsidR="00372BF1" w:rsidRPr="005F3F6A" w:rsidRDefault="00372BF1" w:rsidP="00D56D1E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,</w:t>
            </w:r>
          </w:p>
        </w:tc>
      </w:tr>
      <w:tr w:rsidR="00372BF1" w:rsidRPr="005F3F6A" w14:paraId="03D8BCD7" w14:textId="77777777" w:rsidTr="00D56D1E"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406CD" w14:textId="4DB3BA73" w:rsidR="00372BF1" w:rsidRPr="005F3F6A" w:rsidRDefault="00D56D1E" w:rsidP="00D56D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72BF1" w:rsidRPr="005F3F6A">
              <w:rPr>
                <w:sz w:val="28"/>
                <w:szCs w:val="28"/>
              </w:rPr>
              <w:t>лощадью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5EE19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BDFDE" w14:textId="711BC50F" w:rsidR="00372BF1" w:rsidRPr="005F3F6A" w:rsidRDefault="00372BF1" w:rsidP="004830A8">
            <w:pPr>
              <w:ind w:hanging="61"/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кв.</w:t>
            </w:r>
            <w:r>
              <w:rPr>
                <w:sz w:val="28"/>
                <w:szCs w:val="28"/>
              </w:rPr>
              <w:t xml:space="preserve"> </w:t>
            </w:r>
            <w:r w:rsidRPr="005F3F6A">
              <w:rPr>
                <w:sz w:val="28"/>
                <w:szCs w:val="28"/>
              </w:rPr>
              <w:t xml:space="preserve">м, </w:t>
            </w:r>
            <w:r>
              <w:rPr>
                <w:sz w:val="28"/>
                <w:szCs w:val="28"/>
              </w:rPr>
              <w:t>для использования в целях</w:t>
            </w:r>
            <w:r w:rsidR="00D56D1E">
              <w:rPr>
                <w:sz w:val="28"/>
                <w:szCs w:val="28"/>
              </w:rPr>
              <w:t>: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8169F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</w:p>
        </w:tc>
      </w:tr>
      <w:tr w:rsidR="00372BF1" w:rsidRPr="005F3F6A" w14:paraId="6ECD1DA3" w14:textId="77777777" w:rsidTr="00372BF1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126E0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</w:p>
        </w:tc>
      </w:tr>
      <w:tr w:rsidR="00372BF1" w:rsidRPr="005F3F6A" w14:paraId="1604DC72" w14:textId="77777777" w:rsidTr="00372BF1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6F43E" w14:textId="229F4862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на праве</w:t>
            </w:r>
            <w:r>
              <w:rPr>
                <w:sz w:val="28"/>
                <w:szCs w:val="28"/>
              </w:rPr>
              <w:t xml:space="preserve"> (необходимо выбрать вид права)</w:t>
            </w:r>
            <w:r w:rsidRPr="005F3F6A">
              <w:rPr>
                <w:sz w:val="28"/>
                <w:szCs w:val="28"/>
              </w:rPr>
              <w:t>:</w:t>
            </w:r>
          </w:p>
        </w:tc>
      </w:tr>
      <w:tr w:rsidR="00372BF1" w:rsidRPr="005F3F6A" w14:paraId="695AC483" w14:textId="77777777" w:rsidTr="00D56D1E"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89C6CC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3" w:type="dxa"/>
            <w:gridSpan w:val="7"/>
            <w:tcBorders>
              <w:top w:val="nil"/>
              <w:bottom w:val="nil"/>
              <w:right w:val="nil"/>
            </w:tcBorders>
          </w:tcPr>
          <w:p w14:paraId="7558C3C1" w14:textId="164CD27D" w:rsidR="00372BF1" w:rsidRPr="005F3F6A" w:rsidRDefault="00372BF1" w:rsidP="00372BF1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аренды;</w:t>
            </w:r>
          </w:p>
        </w:tc>
      </w:tr>
      <w:tr w:rsidR="00372BF1" w:rsidRPr="005F3F6A" w14:paraId="6CE548DD" w14:textId="77777777" w:rsidTr="00372BF1">
        <w:tc>
          <w:tcPr>
            <w:tcW w:w="818" w:type="dxa"/>
            <w:tcBorders>
              <w:top w:val="single" w:sz="4" w:space="0" w:color="auto"/>
            </w:tcBorders>
            <w:shd w:val="clear" w:color="auto" w:fill="D9D9D9"/>
          </w:tcPr>
          <w:p w14:paraId="3858C151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3" w:type="dxa"/>
            <w:gridSpan w:val="7"/>
            <w:tcBorders>
              <w:top w:val="nil"/>
              <w:bottom w:val="nil"/>
              <w:right w:val="nil"/>
            </w:tcBorders>
          </w:tcPr>
          <w:p w14:paraId="3FFD20EF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собственности;</w:t>
            </w:r>
          </w:p>
        </w:tc>
      </w:tr>
      <w:tr w:rsidR="00372BF1" w:rsidRPr="005F3F6A" w14:paraId="19CC1E81" w14:textId="77777777" w:rsidTr="00372BF1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11E1303" w14:textId="77777777" w:rsidR="00372BF1" w:rsidRPr="005F3F6A" w:rsidRDefault="00372BF1" w:rsidP="00D56D1E">
            <w:pPr>
              <w:jc w:val="both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372BF1" w:rsidRPr="005F3F6A" w14:paraId="0B67BC04" w14:textId="77777777" w:rsidTr="00372BF1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AE81F" w14:textId="77777777" w:rsidR="00372BF1" w:rsidRPr="005F3F6A" w:rsidRDefault="00372BF1" w:rsidP="00D56D1E">
            <w:pPr>
              <w:jc w:val="right"/>
              <w:rPr>
                <w:sz w:val="28"/>
                <w:szCs w:val="28"/>
              </w:rPr>
            </w:pPr>
            <w:r w:rsidRPr="005F3F6A">
              <w:rPr>
                <w:sz w:val="28"/>
                <w:szCs w:val="28"/>
              </w:rPr>
              <w:t>.</w:t>
            </w:r>
          </w:p>
        </w:tc>
      </w:tr>
      <w:tr w:rsidR="00372BF1" w:rsidRPr="005F3F6A" w14:paraId="35FEDA78" w14:textId="77777777" w:rsidTr="00372BF1">
        <w:tc>
          <w:tcPr>
            <w:tcW w:w="9921" w:type="dxa"/>
            <w:gridSpan w:val="8"/>
            <w:tcBorders>
              <w:left w:val="nil"/>
              <w:bottom w:val="nil"/>
              <w:right w:val="nil"/>
            </w:tcBorders>
          </w:tcPr>
          <w:p w14:paraId="25A49542" w14:textId="6BFFDC4B" w:rsidR="00372BF1" w:rsidRPr="005F3F6A" w:rsidRDefault="00372BF1" w:rsidP="00372BF1">
            <w:pPr>
              <w:jc w:val="center"/>
              <w:rPr>
                <w:sz w:val="28"/>
                <w:szCs w:val="28"/>
              </w:rPr>
            </w:pPr>
            <w:r w:rsidRPr="00372BF1">
              <w:t xml:space="preserve">(указывается основание предоставления земельного участка без торгов из числа, предусмотренных </w:t>
            </w:r>
            <w:proofErr w:type="spellStart"/>
            <w:r w:rsidRPr="00372BF1">
              <w:t>пп</w:t>
            </w:r>
            <w:proofErr w:type="spellEnd"/>
            <w:r w:rsidRPr="00372BF1">
              <w:t xml:space="preserve">. 10 п. 2         ст. 39.3, </w:t>
            </w:r>
            <w:proofErr w:type="spellStart"/>
            <w:r w:rsidRPr="00372BF1">
              <w:t>пп</w:t>
            </w:r>
            <w:proofErr w:type="spellEnd"/>
            <w:r w:rsidRPr="00372BF1">
              <w:t>. 15 п. 2 ст. 39.6 Земельного кодекса РФ)</w:t>
            </w:r>
          </w:p>
        </w:tc>
      </w:tr>
      <w:tr w:rsidR="00D56D1E" w:rsidRPr="00D56D1E" w14:paraId="40FBE7DF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</w:tcPr>
          <w:p w14:paraId="253A19C9" w14:textId="1F74399B" w:rsidR="00D56D1E" w:rsidRPr="00D56D1E" w:rsidRDefault="00D56D1E" w:rsidP="00D56D1E">
            <w:pPr>
              <w:jc w:val="both"/>
              <w:rPr>
                <w:sz w:val="28"/>
                <w:szCs w:val="28"/>
              </w:rPr>
            </w:pPr>
            <w:r w:rsidRPr="00D56D1E">
              <w:rPr>
                <w:sz w:val="28"/>
                <w:szCs w:val="28"/>
              </w:rPr>
              <w:t>Реквизиты решения об утверждении проекта межевания территории</w:t>
            </w:r>
            <w:r>
              <w:rPr>
                <w:rStyle w:val="ae"/>
                <w:sz w:val="28"/>
                <w:szCs w:val="28"/>
              </w:rPr>
              <w:footnoteReference w:id="1"/>
            </w:r>
            <w:r w:rsidRPr="00D56D1E">
              <w:rPr>
                <w:sz w:val="28"/>
                <w:szCs w:val="28"/>
              </w:rPr>
              <w:t>:</w:t>
            </w:r>
          </w:p>
        </w:tc>
      </w:tr>
      <w:tr w:rsidR="00D56D1E" w:rsidRPr="00D56D1E" w14:paraId="2FA7240B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1AFB242A" w14:textId="5C0DD5E2" w:rsidR="00D56D1E" w:rsidRPr="00D56D1E" w:rsidRDefault="00D56D1E" w:rsidP="00D56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D56D1E" w:rsidRPr="00D56D1E" w14:paraId="40A49B3A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top w:val="single" w:sz="4" w:space="0" w:color="auto"/>
            </w:tcBorders>
          </w:tcPr>
          <w:p w14:paraId="3A1E8A18" w14:textId="5EE70F97" w:rsidR="00D56D1E" w:rsidRPr="00D56D1E" w:rsidRDefault="00D56D1E" w:rsidP="00D56D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>
              <w:rPr>
                <w:rStyle w:val="ae"/>
                <w:sz w:val="28"/>
                <w:szCs w:val="28"/>
              </w:rPr>
              <w:footnoteReference w:id="2"/>
            </w:r>
            <w:r>
              <w:rPr>
                <w:sz w:val="28"/>
                <w:szCs w:val="28"/>
              </w:rPr>
              <w:t>:</w:t>
            </w:r>
          </w:p>
        </w:tc>
      </w:tr>
      <w:tr w:rsidR="00D56D1E" w:rsidRPr="00D56D1E" w14:paraId="10E6946C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05E3D81D" w14:textId="64AD2DFC" w:rsidR="00D56D1E" w:rsidRPr="00D56D1E" w:rsidRDefault="00D56D1E" w:rsidP="00D56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D56D1E" w:rsidRPr="00D56D1E" w14:paraId="2DC20049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top w:val="single" w:sz="4" w:space="0" w:color="auto"/>
            </w:tcBorders>
          </w:tcPr>
          <w:p w14:paraId="78D8BC70" w14:textId="4B869E4A" w:rsidR="00D56D1E" w:rsidRPr="00D56D1E" w:rsidRDefault="00D56D1E" w:rsidP="00D56D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>
              <w:rPr>
                <w:rStyle w:val="ae"/>
                <w:sz w:val="28"/>
                <w:szCs w:val="28"/>
              </w:rPr>
              <w:footnoteReference w:id="3"/>
            </w:r>
            <w:r>
              <w:rPr>
                <w:sz w:val="28"/>
                <w:szCs w:val="28"/>
              </w:rPr>
              <w:t>:</w:t>
            </w:r>
          </w:p>
        </w:tc>
      </w:tr>
      <w:tr w:rsidR="00D56D1E" w:rsidRPr="00D56D1E" w14:paraId="211B87F6" w14:textId="77777777" w:rsidTr="00D5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0691C412" w14:textId="32EBE9C7" w:rsidR="00D56D1E" w:rsidRPr="00D56D1E" w:rsidRDefault="00D56D1E" w:rsidP="00D56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14:paraId="795B9DCA" w14:textId="77777777" w:rsidR="004830A8" w:rsidRDefault="004830A8" w:rsidP="009248A5">
      <w:pPr>
        <w:jc w:val="both"/>
        <w:rPr>
          <w:sz w:val="28"/>
          <w:szCs w:val="28"/>
        </w:rPr>
      </w:pPr>
    </w:p>
    <w:p w14:paraId="247CFCCE" w14:textId="7B3D4A62" w:rsidR="00C376D7" w:rsidRPr="0050791B" w:rsidRDefault="00C376D7" w:rsidP="00C376D7">
      <w:pPr>
        <w:ind w:firstLine="851"/>
        <w:jc w:val="both"/>
        <w:rPr>
          <w:sz w:val="28"/>
          <w:szCs w:val="28"/>
        </w:rPr>
      </w:pPr>
      <w:r w:rsidRPr="0050791B">
        <w:rPr>
          <w:sz w:val="28"/>
          <w:szCs w:val="28"/>
        </w:rPr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C376D7" w:rsidRPr="0050791B" w14:paraId="15309E0D" w14:textId="77777777" w:rsidTr="00C376D7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69FB1F6F" w14:textId="77777777" w:rsidR="00C376D7" w:rsidRPr="0050791B" w:rsidRDefault="00C376D7" w:rsidP="00487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1D2CB" w14:textId="77777777" w:rsidR="00C376D7" w:rsidRPr="0050791B" w:rsidRDefault="00C376D7" w:rsidP="00487B02">
            <w:pPr>
              <w:ind w:left="459"/>
              <w:jc w:val="both"/>
              <w:rPr>
                <w:sz w:val="28"/>
                <w:szCs w:val="28"/>
              </w:rPr>
            </w:pPr>
            <w:r w:rsidRPr="0050791B">
              <w:rPr>
                <w:sz w:val="28"/>
                <w:szCs w:val="28"/>
              </w:rPr>
              <w:t>непосредственно при личном обращении;</w:t>
            </w:r>
          </w:p>
        </w:tc>
      </w:tr>
      <w:tr w:rsidR="00C376D7" w:rsidRPr="0050791B" w14:paraId="0D77B0AB" w14:textId="77777777" w:rsidTr="00C376D7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052C0635" w14:textId="77777777" w:rsidR="00C376D7" w:rsidRPr="0050791B" w:rsidRDefault="00C376D7" w:rsidP="00487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6DC8D" w14:textId="77777777" w:rsidR="00C376D7" w:rsidRPr="0050791B" w:rsidRDefault="00C376D7" w:rsidP="00487B02">
            <w:pPr>
              <w:ind w:left="459"/>
              <w:jc w:val="both"/>
              <w:rPr>
                <w:sz w:val="28"/>
                <w:szCs w:val="28"/>
              </w:rPr>
            </w:pPr>
            <w:r w:rsidRPr="0050791B">
              <w:rPr>
                <w:sz w:val="28"/>
                <w:szCs w:val="28"/>
              </w:rPr>
              <w:t>посредством почтового отправления;</w:t>
            </w:r>
          </w:p>
        </w:tc>
      </w:tr>
      <w:tr w:rsidR="00C376D7" w:rsidRPr="0050791B" w14:paraId="1DCDCBB5" w14:textId="77777777" w:rsidTr="00C376D7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43C14060" w14:textId="77777777" w:rsidR="00C376D7" w:rsidRPr="0050791B" w:rsidRDefault="00C376D7" w:rsidP="00487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F7BD0" w14:textId="7FE34AAE" w:rsidR="00C376D7" w:rsidRPr="0050791B" w:rsidRDefault="00C376D7" w:rsidP="00487B02">
            <w:pPr>
              <w:ind w:left="459"/>
              <w:jc w:val="both"/>
              <w:rPr>
                <w:sz w:val="28"/>
                <w:szCs w:val="28"/>
              </w:rPr>
            </w:pPr>
            <w:r w:rsidRPr="0050791B">
              <w:rPr>
                <w:sz w:val="28"/>
                <w:szCs w:val="28"/>
              </w:rPr>
              <w:t>в электронной форме с использованием Регионального портала государственных и муниципальных услуг Липецкой области (в случае принятия решения об отказе в предварительном согласовании предоставления земельного участка или решения об отказе в предоставлении земельного участка</w:t>
            </w:r>
            <w:r w:rsidR="009248A5">
              <w:rPr>
                <w:rStyle w:val="ae"/>
                <w:sz w:val="28"/>
                <w:szCs w:val="28"/>
              </w:rPr>
              <w:footnoteReference w:id="4"/>
            </w:r>
            <w:r w:rsidRPr="0050791B">
              <w:rPr>
                <w:sz w:val="28"/>
                <w:szCs w:val="28"/>
              </w:rPr>
              <w:t>).</w:t>
            </w:r>
          </w:p>
        </w:tc>
      </w:tr>
    </w:tbl>
    <w:p w14:paraId="2DEAE0BE" w14:textId="77777777" w:rsidR="00C376D7" w:rsidRPr="0050791B" w:rsidRDefault="00C376D7" w:rsidP="00C376D7">
      <w:pPr>
        <w:ind w:firstLine="708"/>
        <w:jc w:val="both"/>
        <w:rPr>
          <w:sz w:val="28"/>
          <w:szCs w:val="28"/>
        </w:rPr>
      </w:pPr>
    </w:p>
    <w:p w14:paraId="26BCA8AD" w14:textId="77777777" w:rsidR="00C376D7" w:rsidRPr="0050791B" w:rsidRDefault="00C376D7" w:rsidP="00C376D7">
      <w:pPr>
        <w:tabs>
          <w:tab w:val="left" w:pos="6096"/>
        </w:tabs>
        <w:ind w:firstLine="851"/>
        <w:jc w:val="both"/>
        <w:rPr>
          <w:sz w:val="28"/>
          <w:szCs w:val="28"/>
        </w:rPr>
      </w:pPr>
      <w:r w:rsidRPr="0050791B">
        <w:rPr>
          <w:sz w:val="28"/>
          <w:szCs w:val="28"/>
        </w:rPr>
        <w:t>Приложение:</w:t>
      </w:r>
    </w:p>
    <w:p w14:paraId="2E9FAB8C" w14:textId="324ECB2D" w:rsidR="00C376D7" w:rsidRDefault="00C376D7" w:rsidP="00C376D7">
      <w:pPr>
        <w:tabs>
          <w:tab w:val="left" w:pos="6096"/>
        </w:tabs>
        <w:ind w:firstLine="851"/>
        <w:jc w:val="both"/>
        <w:rPr>
          <w:sz w:val="28"/>
          <w:szCs w:val="28"/>
        </w:rPr>
      </w:pPr>
    </w:p>
    <w:p w14:paraId="13D54CB3" w14:textId="77777777" w:rsidR="009248A5" w:rsidRPr="0050791B" w:rsidRDefault="009248A5" w:rsidP="00C376D7">
      <w:pPr>
        <w:tabs>
          <w:tab w:val="left" w:pos="6096"/>
        </w:tabs>
        <w:ind w:firstLine="851"/>
        <w:jc w:val="both"/>
        <w:rPr>
          <w:sz w:val="28"/>
          <w:szCs w:val="28"/>
        </w:rPr>
      </w:pPr>
    </w:p>
    <w:p w14:paraId="140AEE28" w14:textId="7F6DBBB2" w:rsidR="007F167A" w:rsidRPr="007F167A" w:rsidRDefault="007F167A" w:rsidP="007F167A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bookmarkStart w:id="0" w:name="_Hlk31033008"/>
      <w:r w:rsidRPr="007F167A">
        <w:rPr>
          <w:rFonts w:eastAsia="Calibri"/>
          <w:sz w:val="24"/>
          <w:szCs w:val="28"/>
          <w:lang w:eastAsia="en-US"/>
        </w:rPr>
        <w:t xml:space="preserve">В соответствии со статьей 9 Федерального закона от 27 июля 2006 года № 152-ФЗ       </w:t>
      </w:r>
      <w:r>
        <w:rPr>
          <w:rFonts w:eastAsia="Calibri"/>
          <w:sz w:val="24"/>
          <w:szCs w:val="28"/>
          <w:lang w:eastAsia="en-US"/>
        </w:rPr>
        <w:t xml:space="preserve">      </w:t>
      </w:r>
      <w:r w:rsidRPr="007F167A">
        <w:rPr>
          <w:rFonts w:eastAsia="Calibri"/>
          <w:sz w:val="24"/>
          <w:szCs w:val="28"/>
          <w:lang w:eastAsia="en-US"/>
        </w:rPr>
        <w:t>«О персональных данных» даю письменное согласие на обработку моих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органе; фамилию, имя, отчество, адрес представителя субъекта персональных данных,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</w:t>
      </w:r>
      <w:r w:rsidR="005A0F71">
        <w:rPr>
          <w:rFonts w:eastAsia="Calibri"/>
          <w:sz w:val="24"/>
          <w:szCs w:val="28"/>
          <w:lang w:eastAsia="en-US"/>
        </w:rPr>
        <w:t>)</w:t>
      </w:r>
      <w:r w:rsidRPr="007F167A">
        <w:rPr>
          <w:rFonts w:eastAsia="Calibri"/>
          <w:sz w:val="24"/>
          <w:szCs w:val="28"/>
          <w:lang w:eastAsia="en-US"/>
        </w:rPr>
        <w:t>.</w:t>
      </w:r>
    </w:p>
    <w:p w14:paraId="44F7F772" w14:textId="70248743" w:rsidR="007F167A" w:rsidRPr="007F167A" w:rsidRDefault="007F167A" w:rsidP="005A0F71">
      <w:pPr>
        <w:autoSpaceDE w:val="0"/>
        <w:autoSpaceDN w:val="0"/>
        <w:adjustRightInd w:val="0"/>
        <w:ind w:firstLine="851"/>
        <w:jc w:val="both"/>
        <w:rPr>
          <w:rFonts w:eastAsia="Calibri"/>
          <w:szCs w:val="22"/>
          <w:lang w:eastAsia="en-US"/>
        </w:rPr>
      </w:pPr>
      <w:bookmarkStart w:id="1" w:name="_Hlk31033165"/>
      <w:r w:rsidRPr="007F167A">
        <w:rPr>
          <w:rFonts w:eastAsia="Calibri"/>
          <w:sz w:val="24"/>
          <w:szCs w:val="28"/>
          <w:lang w:eastAsia="en-US"/>
        </w:rPr>
        <w:t xml:space="preserve">Разрешаю </w:t>
      </w:r>
      <w:r w:rsidR="005A0F71">
        <w:rPr>
          <w:rFonts w:eastAsia="Calibri"/>
          <w:sz w:val="24"/>
          <w:szCs w:val="28"/>
          <w:lang w:eastAsia="en-US"/>
        </w:rPr>
        <w:t xml:space="preserve">управлению имущественных и земельных отношений Липецкой области </w:t>
      </w:r>
      <w:r w:rsidRPr="007F167A">
        <w:rPr>
          <w:rFonts w:eastAsia="Calibri"/>
          <w:sz w:val="24"/>
          <w:szCs w:val="28"/>
          <w:lang w:eastAsia="en-US"/>
        </w:rPr>
        <w:t>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bookmarkEnd w:id="1"/>
    <w:p w14:paraId="77DC9DA9" w14:textId="77777777" w:rsidR="007F167A" w:rsidRPr="007F167A" w:rsidRDefault="007F167A" w:rsidP="007F167A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r w:rsidRPr="007F167A">
        <w:rPr>
          <w:rFonts w:eastAsia="Calibri"/>
          <w:sz w:val="24"/>
          <w:szCs w:val="28"/>
          <w:lang w:eastAsia="en-US"/>
        </w:rPr>
        <w:t>Сохраняю за собой право отозвать данное согласие письменным заявлением с любой даты.</w:t>
      </w:r>
    </w:p>
    <w:p w14:paraId="65996703" w14:textId="5643F8A1" w:rsidR="007F167A" w:rsidRPr="007F167A" w:rsidRDefault="007F167A" w:rsidP="007F167A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8"/>
          <w:lang w:eastAsia="en-US"/>
        </w:rPr>
      </w:pPr>
      <w:r w:rsidRPr="007F167A">
        <w:rPr>
          <w:rFonts w:eastAsia="Calibri"/>
          <w:sz w:val="24"/>
          <w:szCs w:val="28"/>
          <w:lang w:eastAsia="en-US"/>
        </w:rPr>
        <w:t xml:space="preserve">Согласие на обработку персональных данных представителя субъекта персональных данных (при </w:t>
      </w:r>
      <w:r w:rsidR="005A0F71">
        <w:rPr>
          <w:rFonts w:eastAsia="Calibri"/>
          <w:sz w:val="24"/>
          <w:szCs w:val="28"/>
          <w:lang w:eastAsia="en-US"/>
        </w:rPr>
        <w:t xml:space="preserve">его </w:t>
      </w:r>
      <w:r w:rsidRPr="007F167A">
        <w:rPr>
          <w:rFonts w:eastAsia="Calibri"/>
          <w:sz w:val="24"/>
          <w:szCs w:val="28"/>
          <w:lang w:eastAsia="en-US"/>
        </w:rPr>
        <w:t>наличии) прилага</w:t>
      </w:r>
      <w:r w:rsidR="00FF677B">
        <w:rPr>
          <w:rFonts w:eastAsia="Calibri"/>
          <w:sz w:val="24"/>
          <w:szCs w:val="28"/>
          <w:lang w:eastAsia="en-US"/>
        </w:rPr>
        <w:t>е</w:t>
      </w:r>
      <w:r w:rsidRPr="007F167A">
        <w:rPr>
          <w:rFonts w:eastAsia="Calibri"/>
          <w:sz w:val="24"/>
          <w:szCs w:val="28"/>
          <w:lang w:eastAsia="en-US"/>
        </w:rPr>
        <w:t>тся.</w:t>
      </w:r>
    </w:p>
    <w:p w14:paraId="064A4C55" w14:textId="345937FD" w:rsidR="00C376D7" w:rsidRPr="00152169" w:rsidRDefault="00C376D7" w:rsidP="00C376D7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p w14:paraId="5DC5AF2A" w14:textId="77777777" w:rsidR="009248A5" w:rsidRPr="00152169" w:rsidRDefault="009248A5" w:rsidP="00C376D7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bookmarkEnd w:id="0"/>
    <w:p w14:paraId="35C92EFE" w14:textId="77777777" w:rsidR="00C376D7" w:rsidRPr="00152169" w:rsidRDefault="00C376D7" w:rsidP="00C376D7">
      <w:pPr>
        <w:tabs>
          <w:tab w:val="left" w:pos="6096"/>
        </w:tabs>
        <w:ind w:left="3686"/>
        <w:jc w:val="both"/>
        <w:rPr>
          <w:sz w:val="28"/>
          <w:szCs w:val="28"/>
        </w:rPr>
      </w:pPr>
    </w:p>
    <w:tbl>
      <w:tblPr>
        <w:tblStyle w:val="af0"/>
        <w:tblW w:w="9923" w:type="dxa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2"/>
      </w:tblGrid>
      <w:tr w:rsidR="00C376D7" w:rsidRPr="0050791B" w14:paraId="6029324C" w14:textId="77777777" w:rsidTr="00C376D7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CA4E9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1FEF41EF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125A6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4CE2825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70149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6D7" w:rsidRPr="0050791B" w14:paraId="3F2892F2" w14:textId="77777777" w:rsidTr="00C376D7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B7337" w14:textId="77777777" w:rsidR="00C376D7" w:rsidRPr="0050791B" w:rsidRDefault="00C376D7" w:rsidP="00487B02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5FFC425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49E01" w14:textId="77777777" w:rsidR="00C376D7" w:rsidRPr="0050791B" w:rsidRDefault="00C376D7" w:rsidP="00487B02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(фамилия, инициалы заявителя,</w:t>
            </w:r>
          </w:p>
          <w:p w14:paraId="31FE48AF" w14:textId="77777777" w:rsidR="00C376D7" w:rsidRPr="0050791B" w:rsidRDefault="00C376D7" w:rsidP="00487B02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3371D86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4446A" w14:textId="77777777" w:rsidR="00C376D7" w:rsidRPr="0050791B" w:rsidRDefault="00C376D7" w:rsidP="00487B02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(подпись заявителя,</w:t>
            </w:r>
          </w:p>
          <w:p w14:paraId="2B719331" w14:textId="77777777" w:rsidR="00C376D7" w:rsidRPr="0050791B" w:rsidRDefault="00C376D7" w:rsidP="00487B02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представителя заявителя)</w:t>
            </w:r>
          </w:p>
        </w:tc>
      </w:tr>
      <w:tr w:rsidR="00C376D7" w:rsidRPr="0050791B" w14:paraId="3EDA09F3" w14:textId="77777777" w:rsidTr="00C376D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9A2715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DBC8764" w14:textId="77777777" w:rsidR="00C376D7" w:rsidRPr="00152169" w:rsidRDefault="00C376D7" w:rsidP="00C376D7">
      <w:pPr>
        <w:tabs>
          <w:tab w:val="left" w:pos="6096"/>
        </w:tabs>
        <w:jc w:val="both"/>
        <w:rPr>
          <w:sz w:val="28"/>
          <w:szCs w:val="28"/>
        </w:rPr>
      </w:pPr>
    </w:p>
    <w:p w14:paraId="19CA07CB" w14:textId="77777777" w:rsidR="00C376D7" w:rsidRPr="00152169" w:rsidRDefault="00C376D7" w:rsidP="00C376D7">
      <w:pPr>
        <w:tabs>
          <w:tab w:val="left" w:pos="6096"/>
        </w:tabs>
        <w:jc w:val="both"/>
        <w:rPr>
          <w:sz w:val="28"/>
          <w:szCs w:val="28"/>
        </w:rPr>
      </w:pPr>
    </w:p>
    <w:p w14:paraId="7699A739" w14:textId="77777777" w:rsidR="00C376D7" w:rsidRPr="00152169" w:rsidRDefault="00C376D7" w:rsidP="00C376D7">
      <w:pPr>
        <w:tabs>
          <w:tab w:val="left" w:pos="6096"/>
        </w:tabs>
        <w:jc w:val="both"/>
        <w:rPr>
          <w:sz w:val="28"/>
          <w:szCs w:val="28"/>
        </w:rPr>
      </w:pPr>
    </w:p>
    <w:tbl>
      <w:tblPr>
        <w:tblStyle w:val="af0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C376D7" w:rsidRPr="0050791B" w14:paraId="18CCEAEF" w14:textId="77777777" w:rsidTr="00C376D7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54A2F88B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Подпись сотрудника, принявшего документы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5D7F2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45DA2486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50791B">
              <w:rPr>
                <w:rFonts w:ascii="Times New Roman" w:eastAsiaTheme="minorEastAsia" w:hAnsi="Times New Roman" w:cs="Times New Roman"/>
                <w:sz w:val="28"/>
                <w:szCs w:val="24"/>
              </w:rPr>
              <w:t>/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7F8B4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6D7" w:rsidRPr="0050791B" w14:paraId="074F25A4" w14:textId="77777777" w:rsidTr="00C376D7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5D88A0" w14:textId="77777777" w:rsidR="00C376D7" w:rsidRPr="0050791B" w:rsidRDefault="00C376D7" w:rsidP="00487B0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 w:rsidRPr="0050791B">
              <w:rPr>
                <w:rFonts w:ascii="Times New Roman" w:eastAsiaTheme="minorEastAsia" w:hAnsi="Times New Roman" w:cs="Times New Roman"/>
              </w:rPr>
              <w:t xml:space="preserve">                                                                                                   </w:t>
            </w: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 xml:space="preserve">     </w:t>
            </w:r>
            <w:r w:rsidRPr="0050791B">
              <w:rPr>
                <w:rFonts w:ascii="Times New Roman" w:eastAsiaTheme="minorEastAsia" w:hAnsi="Times New Roman" w:cs="Times New Roman"/>
              </w:rPr>
              <w:t xml:space="preserve">    (</w:t>
            </w:r>
            <w:r w:rsidRPr="0050791B">
              <w:rPr>
                <w:rFonts w:ascii="Times New Roman" w:eastAsiaTheme="minorEastAsia" w:hAnsi="Times New Roman" w:cs="Times New Roman"/>
                <w:lang w:val="ru-RU"/>
              </w:rPr>
              <w:t>подпись)                               (фамилия, инициалы)</w:t>
            </w:r>
          </w:p>
        </w:tc>
      </w:tr>
    </w:tbl>
    <w:p w14:paraId="04693B2D" w14:textId="60CDA9EC" w:rsidR="000F6F17" w:rsidRDefault="000F6F17" w:rsidP="000F6F17">
      <w:pPr>
        <w:pStyle w:val="aa"/>
        <w:tabs>
          <w:tab w:val="clear" w:pos="6804"/>
          <w:tab w:val="left" w:pos="9923"/>
        </w:tabs>
        <w:spacing w:line="240" w:lineRule="auto"/>
        <w:ind w:right="-2"/>
        <w:jc w:val="both"/>
        <w:rPr>
          <w:sz w:val="24"/>
          <w:szCs w:val="24"/>
        </w:rPr>
      </w:pPr>
    </w:p>
    <w:p w14:paraId="2DF4C404" w14:textId="2210A93E" w:rsidR="004830A8" w:rsidRDefault="004830A8" w:rsidP="00E93B9D">
      <w:pPr>
        <w:jc w:val="both"/>
        <w:rPr>
          <w:sz w:val="24"/>
          <w:szCs w:val="24"/>
        </w:rPr>
      </w:pPr>
    </w:p>
    <w:sectPr w:rsidR="004830A8" w:rsidSect="009248A5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2C379" w14:textId="77777777" w:rsidR="00C5639F" w:rsidRDefault="00C5639F" w:rsidP="00BC07F3">
      <w:r>
        <w:separator/>
      </w:r>
    </w:p>
  </w:endnote>
  <w:endnote w:type="continuationSeparator" w:id="0">
    <w:p w14:paraId="03A76C6F" w14:textId="77777777" w:rsidR="00C5639F" w:rsidRDefault="00C5639F" w:rsidP="00BC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EA9A7" w14:textId="77777777" w:rsidR="00C5639F" w:rsidRDefault="00C5639F" w:rsidP="00BC07F3">
      <w:r>
        <w:separator/>
      </w:r>
    </w:p>
  </w:footnote>
  <w:footnote w:type="continuationSeparator" w:id="0">
    <w:p w14:paraId="5B538A71" w14:textId="77777777" w:rsidR="00C5639F" w:rsidRDefault="00C5639F" w:rsidP="00BC07F3">
      <w:r>
        <w:continuationSeparator/>
      </w:r>
    </w:p>
  </w:footnote>
  <w:footnote w:id="1">
    <w:p w14:paraId="48D2BFA2" w14:textId="2FCAFB36" w:rsidR="00C5639F" w:rsidRDefault="00C5639F" w:rsidP="00D56D1E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образование испрашиваемого земельного участка предусмотрено проектом межевания территории.</w:t>
      </w:r>
    </w:p>
  </w:footnote>
  <w:footnote w:id="2">
    <w:p w14:paraId="614DF8DB" w14:textId="6B27ED91" w:rsidR="00C5639F" w:rsidRDefault="00C5639F" w:rsidP="00D56D1E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3">
    <w:p w14:paraId="06735501" w14:textId="3211EF20" w:rsidR="00C5639F" w:rsidRDefault="00C5639F" w:rsidP="00D56D1E">
      <w:pPr>
        <w:pStyle w:val="ac"/>
        <w:jc w:val="both"/>
      </w:pPr>
      <w:r>
        <w:rPr>
          <w:rStyle w:val="ae"/>
        </w:rPr>
        <w:footnoteRef/>
      </w:r>
      <w:r>
        <w:t xml:space="preserve"> 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4">
    <w:p w14:paraId="4DB4F7BC" w14:textId="05F3AC85" w:rsidR="009248A5" w:rsidRDefault="009248A5" w:rsidP="009248A5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0F6F17">
        <w:t>При обращении за получением государственной услуги через Региональный портал государственных и муниципальных услуг Липецкой области.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0866"/>
    <w:multiLevelType w:val="hybridMultilevel"/>
    <w:tmpl w:val="E5E04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035B"/>
    <w:multiLevelType w:val="hybridMultilevel"/>
    <w:tmpl w:val="B4E4026A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15298C"/>
    <w:multiLevelType w:val="hybridMultilevel"/>
    <w:tmpl w:val="20025AA6"/>
    <w:lvl w:ilvl="0" w:tplc="3026818A">
      <w:start w:val="2"/>
      <w:numFmt w:val="decimal"/>
      <w:lvlText w:val="49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EA"/>
    <w:multiLevelType w:val="hybridMultilevel"/>
    <w:tmpl w:val="C3647B14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04624"/>
    <w:multiLevelType w:val="hybridMultilevel"/>
    <w:tmpl w:val="90E40D18"/>
    <w:lvl w:ilvl="0" w:tplc="0A84D3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2354"/>
    <w:multiLevelType w:val="hybridMultilevel"/>
    <w:tmpl w:val="A018472C"/>
    <w:lvl w:ilvl="0" w:tplc="F9E46B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93FBC"/>
    <w:multiLevelType w:val="hybridMultilevel"/>
    <w:tmpl w:val="381ABF4E"/>
    <w:lvl w:ilvl="0" w:tplc="8AAC51E4">
      <w:start w:val="2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6942F6B"/>
    <w:multiLevelType w:val="multilevel"/>
    <w:tmpl w:val="0366D50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8" w15:restartNumberingAfterBreak="0">
    <w:nsid w:val="28E45FFC"/>
    <w:multiLevelType w:val="hybridMultilevel"/>
    <w:tmpl w:val="033EA5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96777"/>
    <w:multiLevelType w:val="hybridMultilevel"/>
    <w:tmpl w:val="F2C4DD88"/>
    <w:lvl w:ilvl="0" w:tplc="2F0AE3B0">
      <w:start w:val="1"/>
      <w:numFmt w:val="decimal"/>
      <w:lvlText w:val="49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B28601F"/>
    <w:multiLevelType w:val="multilevel"/>
    <w:tmpl w:val="5A447D38"/>
    <w:lvl w:ilvl="0">
      <w:start w:val="4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11" w15:restartNumberingAfterBreak="0">
    <w:nsid w:val="2CF61E20"/>
    <w:multiLevelType w:val="multilevel"/>
    <w:tmpl w:val="127C612E"/>
    <w:lvl w:ilvl="0">
      <w:start w:val="45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12" w15:restartNumberingAfterBreak="0">
    <w:nsid w:val="2E732C17"/>
    <w:multiLevelType w:val="hybridMultilevel"/>
    <w:tmpl w:val="993CF808"/>
    <w:lvl w:ilvl="0" w:tplc="1A7EAD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A72F2"/>
    <w:multiLevelType w:val="hybridMultilevel"/>
    <w:tmpl w:val="58D8DD06"/>
    <w:lvl w:ilvl="0" w:tplc="F2C64A36">
      <w:start w:val="1"/>
      <w:numFmt w:val="decimal"/>
      <w:lvlText w:val="49.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8030320"/>
    <w:multiLevelType w:val="hybridMultilevel"/>
    <w:tmpl w:val="C9D8EF6E"/>
    <w:lvl w:ilvl="0" w:tplc="0A84D3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22946"/>
    <w:multiLevelType w:val="multilevel"/>
    <w:tmpl w:val="1A60274C"/>
    <w:lvl w:ilvl="0">
      <w:start w:val="48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16" w15:restartNumberingAfterBreak="0">
    <w:nsid w:val="46B37E15"/>
    <w:multiLevelType w:val="hybridMultilevel"/>
    <w:tmpl w:val="96441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8127F"/>
    <w:multiLevelType w:val="hybridMultilevel"/>
    <w:tmpl w:val="6B4A92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B0611"/>
    <w:multiLevelType w:val="hybridMultilevel"/>
    <w:tmpl w:val="C89CB398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663"/>
    <w:multiLevelType w:val="hybridMultilevel"/>
    <w:tmpl w:val="1AF0E1DE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67EBE"/>
    <w:multiLevelType w:val="hybridMultilevel"/>
    <w:tmpl w:val="1068EC6E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0ABA"/>
    <w:multiLevelType w:val="hybridMultilevel"/>
    <w:tmpl w:val="66CE4B7A"/>
    <w:lvl w:ilvl="0" w:tplc="EAE4C3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801D9"/>
    <w:multiLevelType w:val="hybridMultilevel"/>
    <w:tmpl w:val="1F04637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B1C605C"/>
    <w:multiLevelType w:val="multilevel"/>
    <w:tmpl w:val="E30AA6BC"/>
    <w:lvl w:ilvl="0">
      <w:start w:val="5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sz w:val="22"/>
      </w:rPr>
    </w:lvl>
  </w:abstractNum>
  <w:abstractNum w:abstractNumId="24" w15:restartNumberingAfterBreak="0">
    <w:nsid w:val="6DBE6147"/>
    <w:multiLevelType w:val="multilevel"/>
    <w:tmpl w:val="9AD21450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78" w:hanging="2160"/>
      </w:pPr>
      <w:rPr>
        <w:rFonts w:hint="default"/>
      </w:rPr>
    </w:lvl>
  </w:abstractNum>
  <w:abstractNum w:abstractNumId="25" w15:restartNumberingAfterBreak="0">
    <w:nsid w:val="78B80542"/>
    <w:multiLevelType w:val="hybridMultilevel"/>
    <w:tmpl w:val="A114FAB4"/>
    <w:lvl w:ilvl="0" w:tplc="D5244D82">
      <w:start w:val="1"/>
      <w:numFmt w:val="decimal"/>
      <w:lvlText w:val="49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6089F"/>
    <w:multiLevelType w:val="hybridMultilevel"/>
    <w:tmpl w:val="42481EF8"/>
    <w:lvl w:ilvl="0" w:tplc="1A7EAD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52A75"/>
    <w:multiLevelType w:val="hybridMultilevel"/>
    <w:tmpl w:val="171E526C"/>
    <w:lvl w:ilvl="0" w:tplc="EAE4C3A6">
      <w:start w:val="1"/>
      <w:numFmt w:val="decimal"/>
      <w:lvlText w:val="%1)"/>
      <w:lvlJc w:val="left"/>
      <w:pPr>
        <w:ind w:left="157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4"/>
  </w:num>
  <w:num w:numId="2">
    <w:abstractNumId w:val="7"/>
  </w:num>
  <w:num w:numId="3">
    <w:abstractNumId w:val="6"/>
  </w:num>
  <w:num w:numId="4">
    <w:abstractNumId w:val="14"/>
  </w:num>
  <w:num w:numId="5">
    <w:abstractNumId w:val="3"/>
  </w:num>
  <w:num w:numId="6">
    <w:abstractNumId w:val="27"/>
  </w:num>
  <w:num w:numId="7">
    <w:abstractNumId w:val="19"/>
  </w:num>
  <w:num w:numId="8">
    <w:abstractNumId w:val="4"/>
  </w:num>
  <w:num w:numId="9">
    <w:abstractNumId w:val="18"/>
  </w:num>
  <w:num w:numId="10">
    <w:abstractNumId w:val="21"/>
  </w:num>
  <w:num w:numId="11">
    <w:abstractNumId w:val="20"/>
  </w:num>
  <w:num w:numId="12">
    <w:abstractNumId w:val="5"/>
  </w:num>
  <w:num w:numId="13">
    <w:abstractNumId w:val="8"/>
  </w:num>
  <w:num w:numId="14">
    <w:abstractNumId w:val="17"/>
  </w:num>
  <w:num w:numId="15">
    <w:abstractNumId w:val="0"/>
  </w:num>
  <w:num w:numId="16">
    <w:abstractNumId w:val="26"/>
  </w:num>
  <w:num w:numId="17">
    <w:abstractNumId w:val="12"/>
  </w:num>
  <w:num w:numId="18">
    <w:abstractNumId w:val="9"/>
  </w:num>
  <w:num w:numId="19">
    <w:abstractNumId w:val="22"/>
  </w:num>
  <w:num w:numId="20">
    <w:abstractNumId w:val="1"/>
  </w:num>
  <w:num w:numId="21">
    <w:abstractNumId w:val="16"/>
  </w:num>
  <w:num w:numId="22">
    <w:abstractNumId w:val="11"/>
  </w:num>
  <w:num w:numId="23">
    <w:abstractNumId w:val="15"/>
  </w:num>
  <w:num w:numId="24">
    <w:abstractNumId w:val="23"/>
  </w:num>
  <w:num w:numId="25">
    <w:abstractNumId w:val="10"/>
  </w:num>
  <w:num w:numId="26">
    <w:abstractNumId w:val="25"/>
  </w:num>
  <w:num w:numId="27">
    <w:abstractNumId w:val="13"/>
  </w:num>
  <w:num w:numId="2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97"/>
    <w:rsid w:val="000006C5"/>
    <w:rsid w:val="00002B95"/>
    <w:rsid w:val="000052F7"/>
    <w:rsid w:val="000055A2"/>
    <w:rsid w:val="00013D54"/>
    <w:rsid w:val="00023312"/>
    <w:rsid w:val="00023AE6"/>
    <w:rsid w:val="00025B24"/>
    <w:rsid w:val="000263DA"/>
    <w:rsid w:val="00030D9A"/>
    <w:rsid w:val="00037664"/>
    <w:rsid w:val="000401E9"/>
    <w:rsid w:val="0004706E"/>
    <w:rsid w:val="00050205"/>
    <w:rsid w:val="000542B2"/>
    <w:rsid w:val="00062E12"/>
    <w:rsid w:val="000643CB"/>
    <w:rsid w:val="00072ADA"/>
    <w:rsid w:val="00073F05"/>
    <w:rsid w:val="00074203"/>
    <w:rsid w:val="00075248"/>
    <w:rsid w:val="000757FB"/>
    <w:rsid w:val="00075AC7"/>
    <w:rsid w:val="000761CE"/>
    <w:rsid w:val="0008129F"/>
    <w:rsid w:val="0008277D"/>
    <w:rsid w:val="000857A2"/>
    <w:rsid w:val="00085A28"/>
    <w:rsid w:val="000872B6"/>
    <w:rsid w:val="0008736D"/>
    <w:rsid w:val="000918BB"/>
    <w:rsid w:val="00092F3C"/>
    <w:rsid w:val="000A1530"/>
    <w:rsid w:val="000A3719"/>
    <w:rsid w:val="000A5ACA"/>
    <w:rsid w:val="000A71C2"/>
    <w:rsid w:val="000A73FD"/>
    <w:rsid w:val="000C5129"/>
    <w:rsid w:val="000C6FD0"/>
    <w:rsid w:val="000D165B"/>
    <w:rsid w:val="000D4850"/>
    <w:rsid w:val="000D69D1"/>
    <w:rsid w:val="000E238F"/>
    <w:rsid w:val="000E27C7"/>
    <w:rsid w:val="000E2A71"/>
    <w:rsid w:val="000E49B5"/>
    <w:rsid w:val="000E6518"/>
    <w:rsid w:val="000F0C30"/>
    <w:rsid w:val="000F5DBE"/>
    <w:rsid w:val="000F6F17"/>
    <w:rsid w:val="0010054C"/>
    <w:rsid w:val="001008DA"/>
    <w:rsid w:val="00103173"/>
    <w:rsid w:val="00105463"/>
    <w:rsid w:val="00106DB4"/>
    <w:rsid w:val="00106F60"/>
    <w:rsid w:val="0011060E"/>
    <w:rsid w:val="00114CF6"/>
    <w:rsid w:val="0011719E"/>
    <w:rsid w:val="001227DE"/>
    <w:rsid w:val="001322E1"/>
    <w:rsid w:val="0013395A"/>
    <w:rsid w:val="00141B93"/>
    <w:rsid w:val="00143308"/>
    <w:rsid w:val="0014398B"/>
    <w:rsid w:val="00144863"/>
    <w:rsid w:val="0014701F"/>
    <w:rsid w:val="001503A4"/>
    <w:rsid w:val="00151250"/>
    <w:rsid w:val="00152169"/>
    <w:rsid w:val="00157FD9"/>
    <w:rsid w:val="00161E61"/>
    <w:rsid w:val="00170C1B"/>
    <w:rsid w:val="00173071"/>
    <w:rsid w:val="001752B0"/>
    <w:rsid w:val="00180498"/>
    <w:rsid w:val="00181782"/>
    <w:rsid w:val="001821D9"/>
    <w:rsid w:val="00183266"/>
    <w:rsid w:val="001838A4"/>
    <w:rsid w:val="00183EAE"/>
    <w:rsid w:val="00184CC8"/>
    <w:rsid w:val="0019162F"/>
    <w:rsid w:val="0019173F"/>
    <w:rsid w:val="0019311E"/>
    <w:rsid w:val="0019321A"/>
    <w:rsid w:val="001946A6"/>
    <w:rsid w:val="00197114"/>
    <w:rsid w:val="00197186"/>
    <w:rsid w:val="001A16D9"/>
    <w:rsid w:val="001A49C3"/>
    <w:rsid w:val="001A7F4B"/>
    <w:rsid w:val="001B6819"/>
    <w:rsid w:val="001C3330"/>
    <w:rsid w:val="001C3BE4"/>
    <w:rsid w:val="001C40F3"/>
    <w:rsid w:val="001C4552"/>
    <w:rsid w:val="001D1CF0"/>
    <w:rsid w:val="001D5257"/>
    <w:rsid w:val="001D6BF6"/>
    <w:rsid w:val="001E2981"/>
    <w:rsid w:val="001E3275"/>
    <w:rsid w:val="001E3683"/>
    <w:rsid w:val="001E4A3E"/>
    <w:rsid w:val="001F2E02"/>
    <w:rsid w:val="001F7AAF"/>
    <w:rsid w:val="001F7FDF"/>
    <w:rsid w:val="00204BEB"/>
    <w:rsid w:val="00211307"/>
    <w:rsid w:val="00214978"/>
    <w:rsid w:val="00214FC1"/>
    <w:rsid w:val="00221455"/>
    <w:rsid w:val="0022345A"/>
    <w:rsid w:val="002237A7"/>
    <w:rsid w:val="00233EEF"/>
    <w:rsid w:val="00235842"/>
    <w:rsid w:val="00235FED"/>
    <w:rsid w:val="002473E3"/>
    <w:rsid w:val="00253577"/>
    <w:rsid w:val="002536F4"/>
    <w:rsid w:val="002570FD"/>
    <w:rsid w:val="00261F3B"/>
    <w:rsid w:val="00262FD5"/>
    <w:rsid w:val="00265888"/>
    <w:rsid w:val="00266A05"/>
    <w:rsid w:val="002714E8"/>
    <w:rsid w:val="00273DAE"/>
    <w:rsid w:val="00277D2F"/>
    <w:rsid w:val="00280EE6"/>
    <w:rsid w:val="00280F80"/>
    <w:rsid w:val="0028212B"/>
    <w:rsid w:val="002856A6"/>
    <w:rsid w:val="00293054"/>
    <w:rsid w:val="00293479"/>
    <w:rsid w:val="0029545D"/>
    <w:rsid w:val="002959F3"/>
    <w:rsid w:val="00297AE8"/>
    <w:rsid w:val="002A0163"/>
    <w:rsid w:val="002A1900"/>
    <w:rsid w:val="002A51A8"/>
    <w:rsid w:val="002A5F25"/>
    <w:rsid w:val="002B1505"/>
    <w:rsid w:val="002B2024"/>
    <w:rsid w:val="002B2A61"/>
    <w:rsid w:val="002B71A3"/>
    <w:rsid w:val="002B73C6"/>
    <w:rsid w:val="002C0398"/>
    <w:rsid w:val="002C0D8C"/>
    <w:rsid w:val="002C27F7"/>
    <w:rsid w:val="002C30DE"/>
    <w:rsid w:val="002C3EAD"/>
    <w:rsid w:val="002C4DA3"/>
    <w:rsid w:val="002C6DEA"/>
    <w:rsid w:val="002D5544"/>
    <w:rsid w:val="002D55EA"/>
    <w:rsid w:val="002D6ECD"/>
    <w:rsid w:val="002D7245"/>
    <w:rsid w:val="002E2912"/>
    <w:rsid w:val="002E551C"/>
    <w:rsid w:val="002E5F46"/>
    <w:rsid w:val="002E651C"/>
    <w:rsid w:val="002F2319"/>
    <w:rsid w:val="002F29CA"/>
    <w:rsid w:val="00304CC3"/>
    <w:rsid w:val="003058B8"/>
    <w:rsid w:val="00307EEE"/>
    <w:rsid w:val="00312FB0"/>
    <w:rsid w:val="003133ED"/>
    <w:rsid w:val="00325291"/>
    <w:rsid w:val="00326BAC"/>
    <w:rsid w:val="0033044E"/>
    <w:rsid w:val="003337E2"/>
    <w:rsid w:val="00335C5F"/>
    <w:rsid w:val="00337B88"/>
    <w:rsid w:val="00340653"/>
    <w:rsid w:val="00341317"/>
    <w:rsid w:val="00341EB5"/>
    <w:rsid w:val="00347B7E"/>
    <w:rsid w:val="00352DA7"/>
    <w:rsid w:val="00354F99"/>
    <w:rsid w:val="00356BDA"/>
    <w:rsid w:val="003579DE"/>
    <w:rsid w:val="003608E9"/>
    <w:rsid w:val="003648CD"/>
    <w:rsid w:val="00367352"/>
    <w:rsid w:val="0037093D"/>
    <w:rsid w:val="00372BF1"/>
    <w:rsid w:val="00372DD8"/>
    <w:rsid w:val="003739F0"/>
    <w:rsid w:val="00375917"/>
    <w:rsid w:val="00380C9D"/>
    <w:rsid w:val="00382F4F"/>
    <w:rsid w:val="00384364"/>
    <w:rsid w:val="0038591E"/>
    <w:rsid w:val="00386101"/>
    <w:rsid w:val="003A023D"/>
    <w:rsid w:val="003A1450"/>
    <w:rsid w:val="003A499D"/>
    <w:rsid w:val="003B0691"/>
    <w:rsid w:val="003B541B"/>
    <w:rsid w:val="003C2599"/>
    <w:rsid w:val="003C6993"/>
    <w:rsid w:val="003C6D0C"/>
    <w:rsid w:val="003C7BDD"/>
    <w:rsid w:val="003D25A3"/>
    <w:rsid w:val="003D51AD"/>
    <w:rsid w:val="003D547B"/>
    <w:rsid w:val="003E41B4"/>
    <w:rsid w:val="003E51B0"/>
    <w:rsid w:val="003F5401"/>
    <w:rsid w:val="00401A51"/>
    <w:rsid w:val="004029ED"/>
    <w:rsid w:val="00405FE4"/>
    <w:rsid w:val="00407666"/>
    <w:rsid w:val="00414BAA"/>
    <w:rsid w:val="004162B1"/>
    <w:rsid w:val="00416713"/>
    <w:rsid w:val="00417121"/>
    <w:rsid w:val="00417F03"/>
    <w:rsid w:val="004204F2"/>
    <w:rsid w:val="00421E9B"/>
    <w:rsid w:val="004247E4"/>
    <w:rsid w:val="004248DC"/>
    <w:rsid w:val="0042513D"/>
    <w:rsid w:val="00431F19"/>
    <w:rsid w:val="0044046D"/>
    <w:rsid w:val="00440E07"/>
    <w:rsid w:val="00443FCA"/>
    <w:rsid w:val="0044555E"/>
    <w:rsid w:val="00451E80"/>
    <w:rsid w:val="00451F14"/>
    <w:rsid w:val="00455AA9"/>
    <w:rsid w:val="00456FCC"/>
    <w:rsid w:val="00457BD9"/>
    <w:rsid w:val="00457C17"/>
    <w:rsid w:val="0046600F"/>
    <w:rsid w:val="004668DA"/>
    <w:rsid w:val="00466B1F"/>
    <w:rsid w:val="00466B9E"/>
    <w:rsid w:val="00466FCF"/>
    <w:rsid w:val="0047008D"/>
    <w:rsid w:val="00470409"/>
    <w:rsid w:val="00470B38"/>
    <w:rsid w:val="00473A1A"/>
    <w:rsid w:val="004762F6"/>
    <w:rsid w:val="00476984"/>
    <w:rsid w:val="004830A8"/>
    <w:rsid w:val="00483717"/>
    <w:rsid w:val="004866CD"/>
    <w:rsid w:val="00487B02"/>
    <w:rsid w:val="00490415"/>
    <w:rsid w:val="0049365A"/>
    <w:rsid w:val="004A17ED"/>
    <w:rsid w:val="004A20EC"/>
    <w:rsid w:val="004B046D"/>
    <w:rsid w:val="004B27F6"/>
    <w:rsid w:val="004B2E9D"/>
    <w:rsid w:val="004B469C"/>
    <w:rsid w:val="004C42B5"/>
    <w:rsid w:val="004C46A1"/>
    <w:rsid w:val="004C4D41"/>
    <w:rsid w:val="004C53DA"/>
    <w:rsid w:val="004C5A8A"/>
    <w:rsid w:val="004C6DB8"/>
    <w:rsid w:val="004D590D"/>
    <w:rsid w:val="004D6DED"/>
    <w:rsid w:val="004E1FE8"/>
    <w:rsid w:val="004F0A63"/>
    <w:rsid w:val="004F2E31"/>
    <w:rsid w:val="004F37F0"/>
    <w:rsid w:val="004F6FB1"/>
    <w:rsid w:val="005008CC"/>
    <w:rsid w:val="00502951"/>
    <w:rsid w:val="00502FB8"/>
    <w:rsid w:val="00506A29"/>
    <w:rsid w:val="0050791B"/>
    <w:rsid w:val="00516BD7"/>
    <w:rsid w:val="00517B07"/>
    <w:rsid w:val="00517E27"/>
    <w:rsid w:val="00520BC2"/>
    <w:rsid w:val="0052225F"/>
    <w:rsid w:val="00522E4E"/>
    <w:rsid w:val="00525B72"/>
    <w:rsid w:val="0052747F"/>
    <w:rsid w:val="0053013F"/>
    <w:rsid w:val="005342D6"/>
    <w:rsid w:val="005364C3"/>
    <w:rsid w:val="005458EB"/>
    <w:rsid w:val="005503EF"/>
    <w:rsid w:val="0055084D"/>
    <w:rsid w:val="00556C84"/>
    <w:rsid w:val="00557F0C"/>
    <w:rsid w:val="00561903"/>
    <w:rsid w:val="005623DE"/>
    <w:rsid w:val="00565E28"/>
    <w:rsid w:val="00566E4A"/>
    <w:rsid w:val="00567F1A"/>
    <w:rsid w:val="005706C2"/>
    <w:rsid w:val="00570E09"/>
    <w:rsid w:val="00573E1F"/>
    <w:rsid w:val="00582991"/>
    <w:rsid w:val="00582D5D"/>
    <w:rsid w:val="00586F16"/>
    <w:rsid w:val="00587E09"/>
    <w:rsid w:val="005925AC"/>
    <w:rsid w:val="0059270B"/>
    <w:rsid w:val="00594E1F"/>
    <w:rsid w:val="0059735E"/>
    <w:rsid w:val="005A0F71"/>
    <w:rsid w:val="005A117E"/>
    <w:rsid w:val="005B0E45"/>
    <w:rsid w:val="005B6860"/>
    <w:rsid w:val="005C2C6B"/>
    <w:rsid w:val="005C5483"/>
    <w:rsid w:val="005C73DD"/>
    <w:rsid w:val="005D3851"/>
    <w:rsid w:val="005D42DB"/>
    <w:rsid w:val="005D4359"/>
    <w:rsid w:val="005D469E"/>
    <w:rsid w:val="005D490C"/>
    <w:rsid w:val="005D60E7"/>
    <w:rsid w:val="005E18A8"/>
    <w:rsid w:val="005E1E0E"/>
    <w:rsid w:val="005E70E9"/>
    <w:rsid w:val="005F0B01"/>
    <w:rsid w:val="005F20A1"/>
    <w:rsid w:val="00602500"/>
    <w:rsid w:val="006036DD"/>
    <w:rsid w:val="00606F62"/>
    <w:rsid w:val="00616FDE"/>
    <w:rsid w:val="006171F5"/>
    <w:rsid w:val="00623D46"/>
    <w:rsid w:val="00623E2C"/>
    <w:rsid w:val="006252ED"/>
    <w:rsid w:val="00625D48"/>
    <w:rsid w:val="006278B2"/>
    <w:rsid w:val="00632DAA"/>
    <w:rsid w:val="006343BF"/>
    <w:rsid w:val="00635D06"/>
    <w:rsid w:val="00636520"/>
    <w:rsid w:val="00637424"/>
    <w:rsid w:val="0063747C"/>
    <w:rsid w:val="00645583"/>
    <w:rsid w:val="006506AC"/>
    <w:rsid w:val="00651B5A"/>
    <w:rsid w:val="00651F41"/>
    <w:rsid w:val="00653DA2"/>
    <w:rsid w:val="00660A60"/>
    <w:rsid w:val="00661A41"/>
    <w:rsid w:val="006621E8"/>
    <w:rsid w:val="0067346E"/>
    <w:rsid w:val="0067534D"/>
    <w:rsid w:val="00677072"/>
    <w:rsid w:val="00696F05"/>
    <w:rsid w:val="006A1570"/>
    <w:rsid w:val="006A27B4"/>
    <w:rsid w:val="006A4A01"/>
    <w:rsid w:val="006B08CD"/>
    <w:rsid w:val="006B2DF4"/>
    <w:rsid w:val="006B3D35"/>
    <w:rsid w:val="006B7A4C"/>
    <w:rsid w:val="006C0BD1"/>
    <w:rsid w:val="006C2B5B"/>
    <w:rsid w:val="006C4640"/>
    <w:rsid w:val="006D351B"/>
    <w:rsid w:val="006D3B99"/>
    <w:rsid w:val="006D4F9D"/>
    <w:rsid w:val="006E0A9A"/>
    <w:rsid w:val="006E1213"/>
    <w:rsid w:val="006E3741"/>
    <w:rsid w:val="006E7F12"/>
    <w:rsid w:val="006F2C9E"/>
    <w:rsid w:val="006F4B88"/>
    <w:rsid w:val="006F4F34"/>
    <w:rsid w:val="006F50BD"/>
    <w:rsid w:val="006F6661"/>
    <w:rsid w:val="006F7C28"/>
    <w:rsid w:val="006F7EC3"/>
    <w:rsid w:val="00706EC9"/>
    <w:rsid w:val="00712234"/>
    <w:rsid w:val="00717A27"/>
    <w:rsid w:val="00720027"/>
    <w:rsid w:val="007207E3"/>
    <w:rsid w:val="0072237C"/>
    <w:rsid w:val="007237B0"/>
    <w:rsid w:val="00730E34"/>
    <w:rsid w:val="0073275B"/>
    <w:rsid w:val="00732E61"/>
    <w:rsid w:val="00733722"/>
    <w:rsid w:val="00733D12"/>
    <w:rsid w:val="007342B2"/>
    <w:rsid w:val="007370EA"/>
    <w:rsid w:val="00741625"/>
    <w:rsid w:val="00741C64"/>
    <w:rsid w:val="00743975"/>
    <w:rsid w:val="00745919"/>
    <w:rsid w:val="00751159"/>
    <w:rsid w:val="00752473"/>
    <w:rsid w:val="0075288D"/>
    <w:rsid w:val="00754557"/>
    <w:rsid w:val="00754647"/>
    <w:rsid w:val="007568F6"/>
    <w:rsid w:val="00757EC4"/>
    <w:rsid w:val="0076075F"/>
    <w:rsid w:val="00765FC2"/>
    <w:rsid w:val="00766DCF"/>
    <w:rsid w:val="007734CA"/>
    <w:rsid w:val="007801AC"/>
    <w:rsid w:val="00781052"/>
    <w:rsid w:val="007816D8"/>
    <w:rsid w:val="00781A7C"/>
    <w:rsid w:val="00782856"/>
    <w:rsid w:val="00787641"/>
    <w:rsid w:val="00790D18"/>
    <w:rsid w:val="00795847"/>
    <w:rsid w:val="00796A77"/>
    <w:rsid w:val="007A1E44"/>
    <w:rsid w:val="007A79D0"/>
    <w:rsid w:val="007B2024"/>
    <w:rsid w:val="007B32C8"/>
    <w:rsid w:val="007C0226"/>
    <w:rsid w:val="007C7A18"/>
    <w:rsid w:val="007C7F0E"/>
    <w:rsid w:val="007E4D53"/>
    <w:rsid w:val="007E5E7C"/>
    <w:rsid w:val="007E686E"/>
    <w:rsid w:val="007F14AB"/>
    <w:rsid w:val="007F167A"/>
    <w:rsid w:val="007F1E81"/>
    <w:rsid w:val="007F29C9"/>
    <w:rsid w:val="0080031C"/>
    <w:rsid w:val="00813B7E"/>
    <w:rsid w:val="00817C94"/>
    <w:rsid w:val="00821FF8"/>
    <w:rsid w:val="00824077"/>
    <w:rsid w:val="00826CA3"/>
    <w:rsid w:val="00840E78"/>
    <w:rsid w:val="00851ED8"/>
    <w:rsid w:val="00852D5D"/>
    <w:rsid w:val="00852E6D"/>
    <w:rsid w:val="0085574C"/>
    <w:rsid w:val="00857C86"/>
    <w:rsid w:val="008635A3"/>
    <w:rsid w:val="008731BE"/>
    <w:rsid w:val="00874AC1"/>
    <w:rsid w:val="00880BFB"/>
    <w:rsid w:val="00883F51"/>
    <w:rsid w:val="00887506"/>
    <w:rsid w:val="00887F4E"/>
    <w:rsid w:val="00890266"/>
    <w:rsid w:val="00890379"/>
    <w:rsid w:val="00890F31"/>
    <w:rsid w:val="008A4707"/>
    <w:rsid w:val="008A6F28"/>
    <w:rsid w:val="008B46FB"/>
    <w:rsid w:val="008B67E3"/>
    <w:rsid w:val="008C18B1"/>
    <w:rsid w:val="008C1C9F"/>
    <w:rsid w:val="008C4A81"/>
    <w:rsid w:val="008D0F53"/>
    <w:rsid w:val="008D2E00"/>
    <w:rsid w:val="008E1FC1"/>
    <w:rsid w:val="008E350A"/>
    <w:rsid w:val="008E6A17"/>
    <w:rsid w:val="008F7751"/>
    <w:rsid w:val="008F7EE8"/>
    <w:rsid w:val="009007D3"/>
    <w:rsid w:val="00900BAE"/>
    <w:rsid w:val="00900F86"/>
    <w:rsid w:val="009037C8"/>
    <w:rsid w:val="009063E2"/>
    <w:rsid w:val="00910BAB"/>
    <w:rsid w:val="0091315A"/>
    <w:rsid w:val="009237A6"/>
    <w:rsid w:val="009248A5"/>
    <w:rsid w:val="00924BE6"/>
    <w:rsid w:val="009267BE"/>
    <w:rsid w:val="00926EE9"/>
    <w:rsid w:val="009339E6"/>
    <w:rsid w:val="00934943"/>
    <w:rsid w:val="0093568B"/>
    <w:rsid w:val="00941AA6"/>
    <w:rsid w:val="00942144"/>
    <w:rsid w:val="00951B63"/>
    <w:rsid w:val="009522F2"/>
    <w:rsid w:val="009525BB"/>
    <w:rsid w:val="009529F5"/>
    <w:rsid w:val="009531DC"/>
    <w:rsid w:val="00954A40"/>
    <w:rsid w:val="00954BF2"/>
    <w:rsid w:val="00963D89"/>
    <w:rsid w:val="00967E35"/>
    <w:rsid w:val="009902DA"/>
    <w:rsid w:val="00991060"/>
    <w:rsid w:val="00995E70"/>
    <w:rsid w:val="009A087E"/>
    <w:rsid w:val="009A3D44"/>
    <w:rsid w:val="009A73DF"/>
    <w:rsid w:val="009B02A1"/>
    <w:rsid w:val="009B1407"/>
    <w:rsid w:val="009B61EA"/>
    <w:rsid w:val="009B6AFF"/>
    <w:rsid w:val="009B6C32"/>
    <w:rsid w:val="009C0914"/>
    <w:rsid w:val="009C138A"/>
    <w:rsid w:val="009D2048"/>
    <w:rsid w:val="009D3DD5"/>
    <w:rsid w:val="009D3E4D"/>
    <w:rsid w:val="009E40C7"/>
    <w:rsid w:val="009E4960"/>
    <w:rsid w:val="009E76A1"/>
    <w:rsid w:val="009E7804"/>
    <w:rsid w:val="009E7E8B"/>
    <w:rsid w:val="009E7FED"/>
    <w:rsid w:val="009F3548"/>
    <w:rsid w:val="009F426D"/>
    <w:rsid w:val="009F5585"/>
    <w:rsid w:val="009F6327"/>
    <w:rsid w:val="00A0013D"/>
    <w:rsid w:val="00A01A09"/>
    <w:rsid w:val="00A02DB4"/>
    <w:rsid w:val="00A07E9D"/>
    <w:rsid w:val="00A10025"/>
    <w:rsid w:val="00A11E32"/>
    <w:rsid w:val="00A14774"/>
    <w:rsid w:val="00A148DC"/>
    <w:rsid w:val="00A17310"/>
    <w:rsid w:val="00A21717"/>
    <w:rsid w:val="00A302D6"/>
    <w:rsid w:val="00A37EBB"/>
    <w:rsid w:val="00A411AE"/>
    <w:rsid w:val="00A46D7F"/>
    <w:rsid w:val="00A470C2"/>
    <w:rsid w:val="00A60238"/>
    <w:rsid w:val="00A60DFC"/>
    <w:rsid w:val="00A65C81"/>
    <w:rsid w:val="00A714C5"/>
    <w:rsid w:val="00A7567E"/>
    <w:rsid w:val="00A75EF2"/>
    <w:rsid w:val="00A81AC2"/>
    <w:rsid w:val="00A83030"/>
    <w:rsid w:val="00A84621"/>
    <w:rsid w:val="00A86BED"/>
    <w:rsid w:val="00AB027E"/>
    <w:rsid w:val="00AC06B6"/>
    <w:rsid w:val="00AC1363"/>
    <w:rsid w:val="00AC1CEB"/>
    <w:rsid w:val="00AC3067"/>
    <w:rsid w:val="00AC335B"/>
    <w:rsid w:val="00AD22AE"/>
    <w:rsid w:val="00AD2567"/>
    <w:rsid w:val="00AD2935"/>
    <w:rsid w:val="00AD64B9"/>
    <w:rsid w:val="00AD6810"/>
    <w:rsid w:val="00AE3323"/>
    <w:rsid w:val="00AE44DE"/>
    <w:rsid w:val="00AE4622"/>
    <w:rsid w:val="00AE7022"/>
    <w:rsid w:val="00AF3157"/>
    <w:rsid w:val="00AF7FA4"/>
    <w:rsid w:val="00B036FC"/>
    <w:rsid w:val="00B05666"/>
    <w:rsid w:val="00B06048"/>
    <w:rsid w:val="00B1096E"/>
    <w:rsid w:val="00B14714"/>
    <w:rsid w:val="00B17448"/>
    <w:rsid w:val="00B21B97"/>
    <w:rsid w:val="00B220D8"/>
    <w:rsid w:val="00B22368"/>
    <w:rsid w:val="00B22371"/>
    <w:rsid w:val="00B2454E"/>
    <w:rsid w:val="00B30394"/>
    <w:rsid w:val="00B31836"/>
    <w:rsid w:val="00B320EA"/>
    <w:rsid w:val="00B36920"/>
    <w:rsid w:val="00B41982"/>
    <w:rsid w:val="00B52366"/>
    <w:rsid w:val="00B61B01"/>
    <w:rsid w:val="00B7127A"/>
    <w:rsid w:val="00B722E3"/>
    <w:rsid w:val="00B72B34"/>
    <w:rsid w:val="00B73DE0"/>
    <w:rsid w:val="00B7774B"/>
    <w:rsid w:val="00B85DC4"/>
    <w:rsid w:val="00B86C2C"/>
    <w:rsid w:val="00BA02BD"/>
    <w:rsid w:val="00BA2431"/>
    <w:rsid w:val="00BB27E5"/>
    <w:rsid w:val="00BB3A65"/>
    <w:rsid w:val="00BB5E70"/>
    <w:rsid w:val="00BB69CF"/>
    <w:rsid w:val="00BC07F3"/>
    <w:rsid w:val="00BC270B"/>
    <w:rsid w:val="00BC347C"/>
    <w:rsid w:val="00BC7403"/>
    <w:rsid w:val="00BD1515"/>
    <w:rsid w:val="00BD184A"/>
    <w:rsid w:val="00BD225A"/>
    <w:rsid w:val="00BD384B"/>
    <w:rsid w:val="00BD6BCE"/>
    <w:rsid w:val="00BD77DB"/>
    <w:rsid w:val="00BE0BCB"/>
    <w:rsid w:val="00BE163D"/>
    <w:rsid w:val="00BE27FF"/>
    <w:rsid w:val="00BF0947"/>
    <w:rsid w:val="00BF0D96"/>
    <w:rsid w:val="00BF0EC3"/>
    <w:rsid w:val="00BF4C77"/>
    <w:rsid w:val="00BF55DE"/>
    <w:rsid w:val="00C05341"/>
    <w:rsid w:val="00C071D8"/>
    <w:rsid w:val="00C11406"/>
    <w:rsid w:val="00C1762A"/>
    <w:rsid w:val="00C206E9"/>
    <w:rsid w:val="00C265AE"/>
    <w:rsid w:val="00C325E4"/>
    <w:rsid w:val="00C32FA5"/>
    <w:rsid w:val="00C331B9"/>
    <w:rsid w:val="00C376D7"/>
    <w:rsid w:val="00C40980"/>
    <w:rsid w:val="00C42B68"/>
    <w:rsid w:val="00C43079"/>
    <w:rsid w:val="00C509F8"/>
    <w:rsid w:val="00C55585"/>
    <w:rsid w:val="00C561B7"/>
    <w:rsid w:val="00C5639F"/>
    <w:rsid w:val="00C65026"/>
    <w:rsid w:val="00C65895"/>
    <w:rsid w:val="00C720A9"/>
    <w:rsid w:val="00C72685"/>
    <w:rsid w:val="00C81E05"/>
    <w:rsid w:val="00C8685B"/>
    <w:rsid w:val="00C93029"/>
    <w:rsid w:val="00C95123"/>
    <w:rsid w:val="00C97B72"/>
    <w:rsid w:val="00CA113C"/>
    <w:rsid w:val="00CA46EA"/>
    <w:rsid w:val="00CA7FC6"/>
    <w:rsid w:val="00CB03FE"/>
    <w:rsid w:val="00CB1BE6"/>
    <w:rsid w:val="00CB1F64"/>
    <w:rsid w:val="00CB459E"/>
    <w:rsid w:val="00CC075E"/>
    <w:rsid w:val="00CC133A"/>
    <w:rsid w:val="00CC1985"/>
    <w:rsid w:val="00CC2BA5"/>
    <w:rsid w:val="00CC3EE9"/>
    <w:rsid w:val="00CC6765"/>
    <w:rsid w:val="00CC71D5"/>
    <w:rsid w:val="00CD2EDE"/>
    <w:rsid w:val="00CD658F"/>
    <w:rsid w:val="00CE614D"/>
    <w:rsid w:val="00CE7C01"/>
    <w:rsid w:val="00CF0D6B"/>
    <w:rsid w:val="00CF0D7D"/>
    <w:rsid w:val="00CF7EDC"/>
    <w:rsid w:val="00D0002C"/>
    <w:rsid w:val="00D02470"/>
    <w:rsid w:val="00D04DDA"/>
    <w:rsid w:val="00D060B9"/>
    <w:rsid w:val="00D10E0B"/>
    <w:rsid w:val="00D13A0B"/>
    <w:rsid w:val="00D16B5F"/>
    <w:rsid w:val="00D21DE3"/>
    <w:rsid w:val="00D22867"/>
    <w:rsid w:val="00D23A51"/>
    <w:rsid w:val="00D25DF2"/>
    <w:rsid w:val="00D267EC"/>
    <w:rsid w:val="00D26840"/>
    <w:rsid w:val="00D36E8D"/>
    <w:rsid w:val="00D462C6"/>
    <w:rsid w:val="00D5384A"/>
    <w:rsid w:val="00D547ED"/>
    <w:rsid w:val="00D56D1E"/>
    <w:rsid w:val="00D70835"/>
    <w:rsid w:val="00D74E27"/>
    <w:rsid w:val="00D77380"/>
    <w:rsid w:val="00D810A5"/>
    <w:rsid w:val="00D83B31"/>
    <w:rsid w:val="00D864A9"/>
    <w:rsid w:val="00D90EAC"/>
    <w:rsid w:val="00D95B20"/>
    <w:rsid w:val="00D95CF6"/>
    <w:rsid w:val="00DA02F0"/>
    <w:rsid w:val="00DA4865"/>
    <w:rsid w:val="00DA58CB"/>
    <w:rsid w:val="00DA7DE9"/>
    <w:rsid w:val="00DB514B"/>
    <w:rsid w:val="00DB678A"/>
    <w:rsid w:val="00DC3943"/>
    <w:rsid w:val="00DC4173"/>
    <w:rsid w:val="00DC4195"/>
    <w:rsid w:val="00DC43B1"/>
    <w:rsid w:val="00DC69F8"/>
    <w:rsid w:val="00DC7C26"/>
    <w:rsid w:val="00DD4780"/>
    <w:rsid w:val="00DD6C1C"/>
    <w:rsid w:val="00DE382B"/>
    <w:rsid w:val="00DF67F0"/>
    <w:rsid w:val="00E00BDF"/>
    <w:rsid w:val="00E01D46"/>
    <w:rsid w:val="00E03AB5"/>
    <w:rsid w:val="00E154E1"/>
    <w:rsid w:val="00E21007"/>
    <w:rsid w:val="00E2254A"/>
    <w:rsid w:val="00E228FF"/>
    <w:rsid w:val="00E26BE0"/>
    <w:rsid w:val="00E308AB"/>
    <w:rsid w:val="00E3325A"/>
    <w:rsid w:val="00E47F4C"/>
    <w:rsid w:val="00E5242B"/>
    <w:rsid w:val="00E52B03"/>
    <w:rsid w:val="00E5416A"/>
    <w:rsid w:val="00E550BA"/>
    <w:rsid w:val="00E57FA5"/>
    <w:rsid w:val="00E61AAE"/>
    <w:rsid w:val="00E630A1"/>
    <w:rsid w:val="00E6690A"/>
    <w:rsid w:val="00E705B6"/>
    <w:rsid w:val="00E70C05"/>
    <w:rsid w:val="00E72512"/>
    <w:rsid w:val="00E72593"/>
    <w:rsid w:val="00E846F3"/>
    <w:rsid w:val="00E8661E"/>
    <w:rsid w:val="00E93A1D"/>
    <w:rsid w:val="00E93B9D"/>
    <w:rsid w:val="00EA0608"/>
    <w:rsid w:val="00EA0F35"/>
    <w:rsid w:val="00EA1E80"/>
    <w:rsid w:val="00EA2F6E"/>
    <w:rsid w:val="00EA55CC"/>
    <w:rsid w:val="00EA72DE"/>
    <w:rsid w:val="00EA77E0"/>
    <w:rsid w:val="00EB6B6A"/>
    <w:rsid w:val="00EC54C1"/>
    <w:rsid w:val="00EC6744"/>
    <w:rsid w:val="00EC6C87"/>
    <w:rsid w:val="00EC716E"/>
    <w:rsid w:val="00ED49AC"/>
    <w:rsid w:val="00EF0197"/>
    <w:rsid w:val="00EF0283"/>
    <w:rsid w:val="00EF0801"/>
    <w:rsid w:val="00EF45DD"/>
    <w:rsid w:val="00EF6F5E"/>
    <w:rsid w:val="00F003D4"/>
    <w:rsid w:val="00F004BE"/>
    <w:rsid w:val="00F0195E"/>
    <w:rsid w:val="00F1248A"/>
    <w:rsid w:val="00F14E02"/>
    <w:rsid w:val="00F16250"/>
    <w:rsid w:val="00F20C2B"/>
    <w:rsid w:val="00F27889"/>
    <w:rsid w:val="00F3035C"/>
    <w:rsid w:val="00F3346B"/>
    <w:rsid w:val="00F36F42"/>
    <w:rsid w:val="00F37062"/>
    <w:rsid w:val="00F37267"/>
    <w:rsid w:val="00F40F9C"/>
    <w:rsid w:val="00F432BC"/>
    <w:rsid w:val="00F43F76"/>
    <w:rsid w:val="00F5356E"/>
    <w:rsid w:val="00F53D59"/>
    <w:rsid w:val="00F54865"/>
    <w:rsid w:val="00F55F6F"/>
    <w:rsid w:val="00F624B7"/>
    <w:rsid w:val="00F63CE1"/>
    <w:rsid w:val="00F708A0"/>
    <w:rsid w:val="00F70CE0"/>
    <w:rsid w:val="00F82A88"/>
    <w:rsid w:val="00F86C3B"/>
    <w:rsid w:val="00FB05B0"/>
    <w:rsid w:val="00FB3A4A"/>
    <w:rsid w:val="00FB6525"/>
    <w:rsid w:val="00FC067E"/>
    <w:rsid w:val="00FC29A3"/>
    <w:rsid w:val="00FC695D"/>
    <w:rsid w:val="00FC7002"/>
    <w:rsid w:val="00FC71F3"/>
    <w:rsid w:val="00FC7D71"/>
    <w:rsid w:val="00FD1130"/>
    <w:rsid w:val="00FD1E0B"/>
    <w:rsid w:val="00FD3539"/>
    <w:rsid w:val="00FD3833"/>
    <w:rsid w:val="00FE3B08"/>
    <w:rsid w:val="00FE41A2"/>
    <w:rsid w:val="00FE4BFF"/>
    <w:rsid w:val="00FE55D4"/>
    <w:rsid w:val="00FE5A93"/>
    <w:rsid w:val="00FF023A"/>
    <w:rsid w:val="00FF40D2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1E632"/>
  <w15:docId w15:val="{0A8965C8-B9FF-4C1E-BB97-4C9A4404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6819"/>
  </w:style>
  <w:style w:type="paragraph" w:styleId="1">
    <w:name w:val="heading 1"/>
    <w:basedOn w:val="a"/>
    <w:next w:val="a"/>
    <w:link w:val="10"/>
    <w:qFormat/>
    <w:rsid w:val="001B6819"/>
    <w:pPr>
      <w:keepNext/>
      <w:pBdr>
        <w:top w:val="thinThickLargeGap" w:sz="24" w:space="1" w:color="auto"/>
      </w:pBdr>
      <w:outlineLvl w:val="0"/>
    </w:pPr>
    <w:rPr>
      <w:sz w:val="28"/>
    </w:rPr>
  </w:style>
  <w:style w:type="paragraph" w:styleId="4">
    <w:name w:val="heading 4"/>
    <w:basedOn w:val="a"/>
    <w:next w:val="a"/>
    <w:qFormat/>
    <w:rsid w:val="001B681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706E"/>
    <w:rPr>
      <w:sz w:val="28"/>
    </w:rPr>
  </w:style>
  <w:style w:type="paragraph" w:styleId="a3">
    <w:name w:val="Body Text"/>
    <w:basedOn w:val="a"/>
    <w:link w:val="a4"/>
    <w:rsid w:val="001B6819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04706E"/>
    <w:rPr>
      <w:b/>
      <w:sz w:val="32"/>
    </w:rPr>
  </w:style>
  <w:style w:type="paragraph" w:styleId="a5">
    <w:name w:val="Plain Text"/>
    <w:basedOn w:val="a"/>
    <w:rsid w:val="001B6819"/>
    <w:rPr>
      <w:rFonts w:ascii="Courier New" w:hAnsi="Courier New"/>
    </w:rPr>
  </w:style>
  <w:style w:type="paragraph" w:styleId="a6">
    <w:name w:val="Title"/>
    <w:basedOn w:val="a"/>
    <w:qFormat/>
    <w:rsid w:val="001B6819"/>
    <w:pPr>
      <w:jc w:val="center"/>
    </w:pPr>
    <w:rPr>
      <w:sz w:val="28"/>
    </w:rPr>
  </w:style>
  <w:style w:type="paragraph" w:styleId="a7">
    <w:name w:val="Body Text Indent"/>
    <w:basedOn w:val="a"/>
    <w:rsid w:val="001B6819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rsid w:val="001B68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E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1B681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1B6819"/>
    <w:pPr>
      <w:spacing w:after="120" w:line="480" w:lineRule="auto"/>
    </w:pPr>
  </w:style>
  <w:style w:type="paragraph" w:customStyle="1" w:styleId="aa">
    <w:name w:val="подпись"/>
    <w:basedOn w:val="a"/>
    <w:rsid w:val="001B6819"/>
    <w:pPr>
      <w:tabs>
        <w:tab w:val="left" w:pos="6804"/>
      </w:tabs>
      <w:spacing w:line="240" w:lineRule="atLeast"/>
      <w:ind w:right="4820"/>
    </w:pPr>
    <w:rPr>
      <w:sz w:val="28"/>
    </w:rPr>
  </w:style>
  <w:style w:type="paragraph" w:customStyle="1" w:styleId="ConsPlusNormal">
    <w:name w:val="ConsPlusNormal"/>
    <w:rsid w:val="009525B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C930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note text"/>
    <w:basedOn w:val="a"/>
    <w:link w:val="ad"/>
    <w:rsid w:val="00BC07F3"/>
  </w:style>
  <w:style w:type="character" w:customStyle="1" w:styleId="ad">
    <w:name w:val="Текст сноски Знак"/>
    <w:basedOn w:val="a0"/>
    <w:link w:val="ac"/>
    <w:rsid w:val="00BC07F3"/>
  </w:style>
  <w:style w:type="character" w:styleId="ae">
    <w:name w:val="footnote reference"/>
    <w:basedOn w:val="a0"/>
    <w:rsid w:val="00BC07F3"/>
    <w:rPr>
      <w:vertAlign w:val="superscript"/>
    </w:rPr>
  </w:style>
  <w:style w:type="paragraph" w:customStyle="1" w:styleId="ConsPlusTitle">
    <w:name w:val="ConsPlusTitle"/>
    <w:uiPriority w:val="99"/>
    <w:rsid w:val="00B0604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Hyperlink"/>
    <w:basedOn w:val="a0"/>
    <w:rsid w:val="00DB678A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1E3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E3275"/>
    <w:pPr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af1">
    <w:name w:val="Текст концевой сноски Знак"/>
    <w:basedOn w:val="a0"/>
    <w:link w:val="af2"/>
    <w:uiPriority w:val="99"/>
    <w:semiHidden/>
    <w:rsid w:val="00730E34"/>
    <w:rPr>
      <w:rFonts w:asciiTheme="minorHAnsi" w:eastAsiaTheme="minorHAnsi" w:hAnsiTheme="minorHAnsi" w:cstheme="minorBidi"/>
      <w:lang w:eastAsia="en-US"/>
    </w:rPr>
  </w:style>
  <w:style w:type="paragraph" w:styleId="af2">
    <w:name w:val="endnote text"/>
    <w:basedOn w:val="a"/>
    <w:link w:val="af1"/>
    <w:uiPriority w:val="99"/>
    <w:semiHidden/>
    <w:unhideWhenUsed/>
    <w:rsid w:val="00730E34"/>
    <w:rPr>
      <w:rFonts w:asciiTheme="minorHAnsi" w:eastAsiaTheme="minorHAnsi" w:hAnsiTheme="minorHAnsi" w:cstheme="minorBidi"/>
      <w:lang w:eastAsia="en-US"/>
    </w:rPr>
  </w:style>
  <w:style w:type="paragraph" w:styleId="af3">
    <w:name w:val="header"/>
    <w:basedOn w:val="a"/>
    <w:link w:val="af4"/>
    <w:uiPriority w:val="99"/>
    <w:unhideWhenUsed/>
    <w:rsid w:val="00730E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30E3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730E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730E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Оглавление_"/>
    <w:basedOn w:val="a0"/>
    <w:link w:val="af8"/>
    <w:rsid w:val="00D02470"/>
    <w:rPr>
      <w:sz w:val="28"/>
      <w:szCs w:val="28"/>
      <w:shd w:val="clear" w:color="auto" w:fill="FFFFFF"/>
    </w:rPr>
  </w:style>
  <w:style w:type="paragraph" w:customStyle="1" w:styleId="af8">
    <w:name w:val="Оглавление"/>
    <w:basedOn w:val="a"/>
    <w:link w:val="af7"/>
    <w:rsid w:val="00D02470"/>
    <w:pPr>
      <w:widowControl w:val="0"/>
      <w:shd w:val="clear" w:color="auto" w:fill="FFFFFF"/>
      <w:spacing w:before="420" w:line="322" w:lineRule="exact"/>
      <w:jc w:val="both"/>
    </w:pPr>
    <w:rPr>
      <w:sz w:val="28"/>
      <w:szCs w:val="28"/>
    </w:rPr>
  </w:style>
  <w:style w:type="table" w:customStyle="1" w:styleId="11">
    <w:name w:val="Сетка таблицы1"/>
    <w:basedOn w:val="a1"/>
    <w:next w:val="af0"/>
    <w:rsid w:val="00D02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7;&#1091;&#1085;&#1082;&#1090;&#1080;&#1088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5A66-FB3E-42A6-8BD3-0F012CCC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пунктир1</Template>
  <TotalTime>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KPI</dc:creator>
  <cp:keywords/>
  <dc:description/>
  <cp:lastModifiedBy>Юлия И. Исаева</cp:lastModifiedBy>
  <cp:revision>2</cp:revision>
  <cp:lastPrinted>2020-04-20T12:21:00Z</cp:lastPrinted>
  <dcterms:created xsi:type="dcterms:W3CDTF">2020-04-29T19:57:00Z</dcterms:created>
  <dcterms:modified xsi:type="dcterms:W3CDTF">2020-04-29T19:57:00Z</dcterms:modified>
</cp:coreProperties>
</file>